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</w:t>
      </w:r>
      <w:r w:rsidR="00CF14B8">
        <w:rPr>
          <w:rFonts w:ascii="Arial" w:hAnsi="Arial" w:cs="Arial"/>
          <w:sz w:val="22"/>
        </w:rPr>
        <w:t>la Dirigente Scolastica</w:t>
      </w:r>
      <w:bookmarkStart w:id="0" w:name="_GoBack"/>
      <w:bookmarkEnd w:id="0"/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il ………………………… a ……………………………………………………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>. di ………….)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Default="00360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nel comune di ………………….…………………………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. di ……….) </w:t>
      </w:r>
      <w:proofErr w:type="spellStart"/>
      <w:r>
        <w:rPr>
          <w:rFonts w:ascii="Arial" w:hAnsi="Arial" w:cs="Arial"/>
          <w:sz w:val="22"/>
          <w:szCs w:val="22"/>
        </w:rPr>
        <w:t>c.a.p.</w:t>
      </w:r>
      <w:proofErr w:type="spellEnd"/>
      <w:r>
        <w:rPr>
          <w:rFonts w:ascii="Arial" w:hAnsi="Arial" w:cs="Arial"/>
          <w:sz w:val="22"/>
          <w:szCs w:val="22"/>
        </w:rPr>
        <w:t>.………….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Via/Piazza ………………………………………….………. n. …….… 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 ……….………….. cellulare ……………………. indirizzo e-mail ……………………...……….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p w:rsidR="00CC10B5" w:rsidRDefault="00CC10B5" w:rsidP="00CC10B5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>
        <w:rPr>
          <w:rFonts w:ascii="Verdana" w:hAnsi="Verdana"/>
          <w:color w:val="000000" w:themeColor="text1"/>
          <w:spacing w:val="-3"/>
          <w:sz w:val="20"/>
        </w:rPr>
        <w:t>9707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>
        <w:rPr>
          <w:rFonts w:ascii="Verdana" w:hAnsi="Verdana"/>
          <w:color w:val="000000" w:themeColor="text1"/>
          <w:spacing w:val="-3"/>
          <w:sz w:val="20"/>
        </w:rPr>
        <w:t>27/04/2021</w:t>
      </w:r>
    </w:p>
    <w:p w:rsidR="00CC10B5" w:rsidRPr="003F2BCF" w:rsidRDefault="00CC10B5" w:rsidP="00CC10B5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Progetto </w:t>
      </w:r>
      <w:r w:rsidR="000B71CE" w:rsidRPr="001E2F41">
        <w:rPr>
          <w:rFonts w:ascii="Verdana" w:hAnsi="Verdana"/>
          <w:b/>
          <w:color w:val="000000" w:themeColor="text1"/>
          <w:spacing w:val="-3"/>
          <w:sz w:val="20"/>
        </w:rPr>
        <w:t>10.2.2A-FSEPON-PU-2021-82</w:t>
      </w:r>
      <w:r>
        <w:rPr>
          <w:rFonts w:ascii="Verdana" w:hAnsi="Verdana" w:cs="Arial"/>
          <w:color w:val="000000"/>
          <w:sz w:val="20"/>
        </w:rPr>
        <w:t xml:space="preserve">– </w:t>
      </w:r>
      <w:r w:rsidR="000B71CE">
        <w:rPr>
          <w:rFonts w:ascii="Verdana" w:hAnsi="Verdana"/>
          <w:b/>
          <w:color w:val="000000" w:themeColor="text1"/>
          <w:spacing w:val="-3"/>
          <w:sz w:val="20"/>
        </w:rPr>
        <w:t>Attiviamo competenze</w:t>
      </w:r>
    </w:p>
    <w:p w:rsidR="00832CF9" w:rsidRPr="00861153" w:rsidRDefault="00832CF9" w:rsidP="00832CF9">
      <w:pPr>
        <w:tabs>
          <w:tab w:val="right" w:pos="9639"/>
        </w:tabs>
        <w:jc w:val="both"/>
        <w:rPr>
          <w:rFonts w:ascii="Verdana" w:hAnsi="Verdana" w:cs="Calibri"/>
          <w:color w:val="000000"/>
          <w:sz w:val="20"/>
        </w:rPr>
      </w:pPr>
    </w:p>
    <w:p w:rsidR="00360A7F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 H I E D E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partecipare alla selezione per il reclutamento di docente </w:t>
      </w:r>
      <w:r w:rsidR="00080F9E">
        <w:rPr>
          <w:rFonts w:ascii="Verdana" w:hAnsi="Verdana"/>
          <w:b/>
          <w:sz w:val="20"/>
        </w:rPr>
        <w:t>coordinatore-valutatore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consapevole della responsabilità penale nel caso di dichiarazioni mendaci, dichiara sotto la propria responsabilità: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 possesso dei titoli indicati nel curriculum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documentare tutta l’attività svolta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adattarsi al calendario stabilito dal </w:t>
      </w:r>
      <w:r w:rsidR="00770132">
        <w:rPr>
          <w:rFonts w:ascii="Arial" w:hAnsi="Arial" w:cs="Arial"/>
          <w:sz w:val="22"/>
          <w:szCs w:val="22"/>
        </w:rPr>
        <w:t>dirigente</w:t>
      </w:r>
      <w:r>
        <w:rPr>
          <w:rFonts w:ascii="Arial" w:hAnsi="Arial" w:cs="Arial"/>
          <w:sz w:val="22"/>
          <w:szCs w:val="22"/>
        </w:rPr>
        <w:t>.</w:t>
      </w:r>
    </w:p>
    <w:p w:rsidR="00360A7F" w:rsidRDefault="00770132" w:rsidP="00770132">
      <w:pPr>
        <w:tabs>
          <w:tab w:val="left" w:pos="5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Allega: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Curriculum vitae in formato europeo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Griglia di valutazione dei titoli posseduti.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C80" w:rsidRDefault="000C0C80" w:rsidP="00CB1432">
      <w:r>
        <w:separator/>
      </w:r>
    </w:p>
  </w:endnote>
  <w:endnote w:type="continuationSeparator" w:id="0">
    <w:p w:rsidR="000C0C80" w:rsidRDefault="000C0C80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C80" w:rsidRDefault="000C0C80" w:rsidP="00CB1432">
      <w:r>
        <w:separator/>
      </w:r>
    </w:p>
  </w:footnote>
  <w:footnote w:type="continuationSeparator" w:id="0">
    <w:p w:rsidR="000C0C80" w:rsidRDefault="000C0C80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43442"/>
    <w:rsid w:val="00045F67"/>
    <w:rsid w:val="000638CC"/>
    <w:rsid w:val="000715A5"/>
    <w:rsid w:val="00080F9E"/>
    <w:rsid w:val="000B71CE"/>
    <w:rsid w:val="000C0C80"/>
    <w:rsid w:val="000F1790"/>
    <w:rsid w:val="000F2C0C"/>
    <w:rsid w:val="000F48E9"/>
    <w:rsid w:val="000F7BA7"/>
    <w:rsid w:val="00115CDD"/>
    <w:rsid w:val="00122072"/>
    <w:rsid w:val="00137D9F"/>
    <w:rsid w:val="001450DD"/>
    <w:rsid w:val="00161674"/>
    <w:rsid w:val="00166EF3"/>
    <w:rsid w:val="00174A64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A3DFD"/>
    <w:rsid w:val="002D1B4C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405E08"/>
    <w:rsid w:val="0042405E"/>
    <w:rsid w:val="004249C0"/>
    <w:rsid w:val="00457AD1"/>
    <w:rsid w:val="0047299A"/>
    <w:rsid w:val="00477955"/>
    <w:rsid w:val="004812D1"/>
    <w:rsid w:val="00487132"/>
    <w:rsid w:val="004C30C4"/>
    <w:rsid w:val="004E74D6"/>
    <w:rsid w:val="004F5E96"/>
    <w:rsid w:val="00513F78"/>
    <w:rsid w:val="005268A1"/>
    <w:rsid w:val="00531131"/>
    <w:rsid w:val="005530FB"/>
    <w:rsid w:val="00555F5E"/>
    <w:rsid w:val="00573927"/>
    <w:rsid w:val="00584337"/>
    <w:rsid w:val="00596E9B"/>
    <w:rsid w:val="005A6CF1"/>
    <w:rsid w:val="005C4335"/>
    <w:rsid w:val="005D43A0"/>
    <w:rsid w:val="006446E0"/>
    <w:rsid w:val="006542D5"/>
    <w:rsid w:val="00690AA1"/>
    <w:rsid w:val="006C3E6A"/>
    <w:rsid w:val="006D5236"/>
    <w:rsid w:val="006E12BC"/>
    <w:rsid w:val="006E274E"/>
    <w:rsid w:val="0070028B"/>
    <w:rsid w:val="0070186B"/>
    <w:rsid w:val="007228FF"/>
    <w:rsid w:val="00722E12"/>
    <w:rsid w:val="007479E9"/>
    <w:rsid w:val="00752299"/>
    <w:rsid w:val="007669CE"/>
    <w:rsid w:val="00770132"/>
    <w:rsid w:val="007A02CE"/>
    <w:rsid w:val="007A44C0"/>
    <w:rsid w:val="007E32C9"/>
    <w:rsid w:val="00832CF9"/>
    <w:rsid w:val="008509B2"/>
    <w:rsid w:val="008545E8"/>
    <w:rsid w:val="00892926"/>
    <w:rsid w:val="00893081"/>
    <w:rsid w:val="008A1CFE"/>
    <w:rsid w:val="009508E5"/>
    <w:rsid w:val="009527BC"/>
    <w:rsid w:val="009677A2"/>
    <w:rsid w:val="009D3000"/>
    <w:rsid w:val="009D35B9"/>
    <w:rsid w:val="00A00080"/>
    <w:rsid w:val="00A41316"/>
    <w:rsid w:val="00A71099"/>
    <w:rsid w:val="00A82A6C"/>
    <w:rsid w:val="00AA2691"/>
    <w:rsid w:val="00AD4C43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BE0D6C"/>
    <w:rsid w:val="00C1026D"/>
    <w:rsid w:val="00C64DF3"/>
    <w:rsid w:val="00C702BE"/>
    <w:rsid w:val="00C72A7C"/>
    <w:rsid w:val="00C92773"/>
    <w:rsid w:val="00CA0B41"/>
    <w:rsid w:val="00CB1432"/>
    <w:rsid w:val="00CC10B5"/>
    <w:rsid w:val="00CE439D"/>
    <w:rsid w:val="00CF14B8"/>
    <w:rsid w:val="00D12405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E4643"/>
    <w:rsid w:val="00EF081F"/>
    <w:rsid w:val="00F170CB"/>
    <w:rsid w:val="00F26080"/>
    <w:rsid w:val="00F50EA7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B2A00-283C-43D5-A6C7-BDF2035B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5</cp:revision>
  <cp:lastPrinted>2018-02-22T09:20:00Z</cp:lastPrinted>
  <dcterms:created xsi:type="dcterms:W3CDTF">2021-06-11T09:44:00Z</dcterms:created>
  <dcterms:modified xsi:type="dcterms:W3CDTF">2021-10-09T09:38:00Z</dcterms:modified>
</cp:coreProperties>
</file>