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7A44C0" w:rsidRDefault="00832CF9" w:rsidP="007A44C0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3F2BCF">
        <w:rPr>
          <w:rFonts w:ascii="Verdana" w:hAnsi="Verdana"/>
          <w:color w:val="000000" w:themeColor="text1"/>
          <w:spacing w:val="-3"/>
          <w:sz w:val="20"/>
        </w:rPr>
        <w:t>9707</w:t>
      </w:r>
      <w:r w:rsidR="00573927"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3F2BCF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7A44C0" w:rsidRPr="003F2BCF" w:rsidRDefault="007A44C0" w:rsidP="007A44C0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3F2BCF" w:rsidRPr="00C4039A">
        <w:rPr>
          <w:rFonts w:ascii="Verdana" w:hAnsi="Verdana"/>
          <w:b/>
          <w:sz w:val="20"/>
          <w:szCs w:val="22"/>
        </w:rPr>
        <w:t>10.1.1A-FSEPON-PU-2021-76</w:t>
      </w:r>
      <w:r w:rsidR="00573927">
        <w:rPr>
          <w:rFonts w:ascii="Verdana" w:hAnsi="Verdana" w:cs="Arial"/>
          <w:color w:val="000000"/>
          <w:sz w:val="20"/>
        </w:rPr>
        <w:t>–</w:t>
      </w:r>
      <w:r>
        <w:rPr>
          <w:rFonts w:ascii="Verdana" w:hAnsi="Verdana" w:cs="Arial"/>
          <w:color w:val="000000"/>
          <w:sz w:val="20"/>
        </w:rPr>
        <w:t xml:space="preserve"> </w:t>
      </w:r>
      <w:r w:rsidR="003F2BCF" w:rsidRPr="003F2BCF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832CF9" w:rsidRPr="003F2BCF" w:rsidRDefault="00832CF9" w:rsidP="00832CF9">
      <w:pPr>
        <w:tabs>
          <w:tab w:val="right" w:pos="9639"/>
        </w:tabs>
        <w:jc w:val="both"/>
        <w:rPr>
          <w:rFonts w:ascii="Verdana" w:hAnsi="Verdana" w:cs="Calibri"/>
          <w:b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2907D5">
        <w:rPr>
          <w:rFonts w:ascii="Verdana" w:hAnsi="Verdana"/>
          <w:b/>
          <w:sz w:val="20"/>
        </w:rPr>
        <w:t>esperto interno</w:t>
      </w:r>
    </w:p>
    <w:p w:rsidR="00403C84" w:rsidRDefault="00403C84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bookmarkStart w:id="0" w:name="_GoBack"/>
      <w:bookmarkEnd w:id="0"/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779"/>
        <w:gridCol w:w="5104"/>
        <w:gridCol w:w="1085"/>
      </w:tblGrid>
      <w:tr w:rsidR="00403C84" w:rsidRPr="00861153" w:rsidTr="00403C84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403C84" w:rsidRPr="00861153" w:rsidTr="00403C84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4" w:rsidRPr="00861153" w:rsidRDefault="00403C84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4" w:rsidRPr="00861153" w:rsidRDefault="00403C84" w:rsidP="00FD2F1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B319A4" w:rsidRDefault="00403C84" w:rsidP="00FD2F1A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NON SOLO NUOTO</w:t>
            </w:r>
          </w:p>
        </w:tc>
        <w:tc>
          <w:tcPr>
            <w:tcW w:w="108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403C84" w:rsidRPr="00861153" w:rsidTr="00403C84">
        <w:trPr>
          <w:trHeight w:val="454"/>
          <w:jc w:val="center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4" w:rsidRPr="00861153" w:rsidRDefault="00403C84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4" w:rsidRPr="00861153" w:rsidRDefault="00403C84" w:rsidP="00FD2F1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B319A4" w:rsidRDefault="00403C84" w:rsidP="00FD2F1A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MAMMA GUARDA COME MI DIVERTO!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403C84" w:rsidRPr="00861153" w:rsidTr="00403C84">
        <w:trPr>
          <w:trHeight w:val="454"/>
          <w:jc w:val="center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4" w:rsidRPr="00861153" w:rsidRDefault="00403C84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4" w:rsidRPr="00861153" w:rsidRDefault="00403C84" w:rsidP="00FD2F1A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B319A4" w:rsidRDefault="00403C84" w:rsidP="00FD2F1A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QUANDO LA BANDA PASSÒ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2907D5" w:rsidRDefault="002907D5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403C84" w:rsidRDefault="00403C84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Dichiara, sotto la propria responsabilità, di avere preso visione del bando e di essere a conoscenza che le dichiarazioni dei requisiti, qualità e titoli riportate nella domanda e nel curriculum vitae sono soggette alle </w:t>
      </w:r>
      <w:r>
        <w:rPr>
          <w:rFonts w:ascii="Arial" w:hAnsi="Arial" w:cs="Arial"/>
          <w:sz w:val="20"/>
          <w:szCs w:val="22"/>
        </w:rPr>
        <w:lastRenderedPageBreak/>
        <w:t>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5FD" w:rsidRDefault="008575FD" w:rsidP="00CB1432">
      <w:r>
        <w:separator/>
      </w:r>
    </w:p>
  </w:endnote>
  <w:endnote w:type="continuationSeparator" w:id="0">
    <w:p w:rsidR="008575FD" w:rsidRDefault="008575FD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5FD" w:rsidRDefault="008575FD" w:rsidP="00CB1432">
      <w:r>
        <w:separator/>
      </w:r>
    </w:p>
  </w:footnote>
  <w:footnote w:type="continuationSeparator" w:id="0">
    <w:p w:rsidR="008575FD" w:rsidRDefault="008575FD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6A49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3F2BCF"/>
    <w:rsid w:val="00403C84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575FD"/>
    <w:rsid w:val="00892926"/>
    <w:rsid w:val="00893081"/>
    <w:rsid w:val="008A1CFE"/>
    <w:rsid w:val="009508E5"/>
    <w:rsid w:val="009527BC"/>
    <w:rsid w:val="009677A2"/>
    <w:rsid w:val="009D3000"/>
    <w:rsid w:val="009D35B9"/>
    <w:rsid w:val="009E102A"/>
    <w:rsid w:val="00A00080"/>
    <w:rsid w:val="00A41316"/>
    <w:rsid w:val="00A71099"/>
    <w:rsid w:val="00A82A6C"/>
    <w:rsid w:val="00AA2691"/>
    <w:rsid w:val="00AD4C43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C1026D"/>
    <w:rsid w:val="00C64DF3"/>
    <w:rsid w:val="00C702BE"/>
    <w:rsid w:val="00C72A7C"/>
    <w:rsid w:val="00C92773"/>
    <w:rsid w:val="00CA0B41"/>
    <w:rsid w:val="00CB1432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1FB38-5994-4CF3-9ED9-2419FE38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4</cp:revision>
  <cp:lastPrinted>2018-02-22T09:20:00Z</cp:lastPrinted>
  <dcterms:created xsi:type="dcterms:W3CDTF">2021-06-11T09:27:00Z</dcterms:created>
  <dcterms:modified xsi:type="dcterms:W3CDTF">2021-06-11T09:38:00Z</dcterms:modified>
</cp:coreProperties>
</file>