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 Dirigente Scolastico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D208DD" w:rsidRDefault="00D208DD" w:rsidP="00D208DD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D208DD" w:rsidRPr="003F2BCF" w:rsidRDefault="00D208DD" w:rsidP="00D208DD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Pr="00C4039A">
        <w:rPr>
          <w:rFonts w:ascii="Verdana" w:hAnsi="Verdana"/>
          <w:b/>
          <w:sz w:val="20"/>
          <w:szCs w:val="22"/>
        </w:rPr>
        <w:t>10.1.1A-FSEPON-PU-2021-76</w:t>
      </w:r>
      <w:r>
        <w:rPr>
          <w:rFonts w:ascii="Verdana" w:hAnsi="Verdana" w:cs="Arial"/>
          <w:color w:val="000000"/>
          <w:sz w:val="20"/>
        </w:rPr>
        <w:t xml:space="preserve">– </w:t>
      </w:r>
      <w:r w:rsidRPr="003F2BCF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</w:p>
    <w:p w:rsidR="00832CF9" w:rsidRPr="00861153" w:rsidRDefault="00832CF9" w:rsidP="00832CF9">
      <w:pPr>
        <w:tabs>
          <w:tab w:val="right" w:pos="9639"/>
        </w:tabs>
        <w:jc w:val="both"/>
        <w:rPr>
          <w:rFonts w:ascii="Verdana" w:hAnsi="Verdana" w:cs="Calibri"/>
          <w:color w:val="000000"/>
          <w:sz w:val="20"/>
        </w:rPr>
      </w:pP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EC5F97">
        <w:rPr>
          <w:rFonts w:ascii="Verdana" w:hAnsi="Verdana"/>
          <w:b/>
          <w:sz w:val="20"/>
        </w:rPr>
        <w:t>Tutor</w:t>
      </w:r>
    </w:p>
    <w:p w:rsidR="00F74BAF" w:rsidRDefault="00F74BA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bookmarkStart w:id="0" w:name="_GoBack"/>
      <w:bookmarkEnd w:id="0"/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779"/>
        <w:gridCol w:w="5104"/>
        <w:gridCol w:w="1085"/>
      </w:tblGrid>
      <w:tr w:rsidR="00F74BAF" w:rsidRPr="00861153" w:rsidTr="00FD2F1A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74BAF" w:rsidRPr="00861153" w:rsidRDefault="00F74BAF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74BAF" w:rsidRPr="00861153" w:rsidRDefault="00F74BAF" w:rsidP="00FD2F1A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4BAF" w:rsidRPr="00861153" w:rsidRDefault="00F74BAF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4BAF" w:rsidRPr="00861153" w:rsidRDefault="00F74BAF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F74BAF" w:rsidRPr="00861153" w:rsidTr="00FD2F1A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F" w:rsidRPr="00861153" w:rsidRDefault="00F74BAF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F" w:rsidRPr="00861153" w:rsidRDefault="00F74BAF" w:rsidP="00FD2F1A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4BAF" w:rsidRPr="00B319A4" w:rsidRDefault="00F74BAF" w:rsidP="00FD2F1A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NON SOLO NUOTO</w:t>
            </w:r>
          </w:p>
        </w:tc>
        <w:tc>
          <w:tcPr>
            <w:tcW w:w="108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4BAF" w:rsidRPr="00861153" w:rsidRDefault="00F74BAF" w:rsidP="00FD2F1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74BAF" w:rsidRPr="00861153" w:rsidTr="00FD2F1A">
        <w:trPr>
          <w:trHeight w:val="454"/>
          <w:jc w:val="center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F" w:rsidRPr="00861153" w:rsidRDefault="00F74BAF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F" w:rsidRPr="00861153" w:rsidRDefault="00F74BAF" w:rsidP="00FD2F1A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4BAF" w:rsidRPr="00B319A4" w:rsidRDefault="00F74BAF" w:rsidP="00FD2F1A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MAMMA GUARDA COME MI DIVERTO!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4BAF" w:rsidRPr="00861153" w:rsidRDefault="00F74BAF" w:rsidP="00FD2F1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F74BAF" w:rsidRPr="00861153" w:rsidTr="00FD2F1A">
        <w:trPr>
          <w:trHeight w:val="454"/>
          <w:jc w:val="center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F" w:rsidRPr="00861153" w:rsidRDefault="00F74BAF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F" w:rsidRPr="00861153" w:rsidRDefault="00F74BAF" w:rsidP="00FD2F1A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4BAF" w:rsidRPr="00B319A4" w:rsidRDefault="00F74BAF" w:rsidP="00FD2F1A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QUANDO LA BANDA PASSÒ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4BAF" w:rsidRPr="00861153" w:rsidRDefault="00F74BAF" w:rsidP="00FD2F1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2907D5" w:rsidRDefault="002907D5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F74BAF" w:rsidRDefault="00F74BA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Dichiara, sotto la propria responsabilità, di avere preso visione del bando e di essere a conoscenza che le dichiarazioni dei requisiti, qualità e titoli riportate nella domanda e nel curriculum vitae sono soggette alle </w:t>
      </w:r>
      <w:r>
        <w:rPr>
          <w:rFonts w:ascii="Arial" w:hAnsi="Arial" w:cs="Arial"/>
          <w:sz w:val="20"/>
          <w:szCs w:val="22"/>
        </w:rPr>
        <w:lastRenderedPageBreak/>
        <w:t>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C43" w:rsidRDefault="00493C43" w:rsidP="00CB1432">
      <w:r>
        <w:separator/>
      </w:r>
    </w:p>
  </w:endnote>
  <w:endnote w:type="continuationSeparator" w:id="0">
    <w:p w:rsidR="00493C43" w:rsidRDefault="00493C43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C43" w:rsidRDefault="00493C43" w:rsidP="00CB1432">
      <w:r>
        <w:separator/>
      </w:r>
    </w:p>
  </w:footnote>
  <w:footnote w:type="continuationSeparator" w:id="0">
    <w:p w:rsidR="00493C43" w:rsidRDefault="00493C43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10FE5"/>
    <w:rsid w:val="00043442"/>
    <w:rsid w:val="00045F67"/>
    <w:rsid w:val="000638CC"/>
    <w:rsid w:val="000715A5"/>
    <w:rsid w:val="00080F9E"/>
    <w:rsid w:val="000F1790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907D5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7132"/>
    <w:rsid w:val="00493C43"/>
    <w:rsid w:val="004C30C4"/>
    <w:rsid w:val="004E4C2C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32CF9"/>
    <w:rsid w:val="00840F06"/>
    <w:rsid w:val="008509B2"/>
    <w:rsid w:val="008545E8"/>
    <w:rsid w:val="00892926"/>
    <w:rsid w:val="00893081"/>
    <w:rsid w:val="008A1CFE"/>
    <w:rsid w:val="009508E5"/>
    <w:rsid w:val="009527BC"/>
    <w:rsid w:val="009677A2"/>
    <w:rsid w:val="009D3000"/>
    <w:rsid w:val="009D35B9"/>
    <w:rsid w:val="00A00080"/>
    <w:rsid w:val="00A41316"/>
    <w:rsid w:val="00A71099"/>
    <w:rsid w:val="00A82A6C"/>
    <w:rsid w:val="00AA2691"/>
    <w:rsid w:val="00AD4C43"/>
    <w:rsid w:val="00AD628F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C1026D"/>
    <w:rsid w:val="00C110CF"/>
    <w:rsid w:val="00C64DF3"/>
    <w:rsid w:val="00C702BE"/>
    <w:rsid w:val="00C72A7C"/>
    <w:rsid w:val="00C92773"/>
    <w:rsid w:val="00CA0B41"/>
    <w:rsid w:val="00CB1432"/>
    <w:rsid w:val="00CE439D"/>
    <w:rsid w:val="00D12405"/>
    <w:rsid w:val="00D208DD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C5F97"/>
    <w:rsid w:val="00EE4643"/>
    <w:rsid w:val="00EF081F"/>
    <w:rsid w:val="00F170CB"/>
    <w:rsid w:val="00F26080"/>
    <w:rsid w:val="00F50EA7"/>
    <w:rsid w:val="00F74BAF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29BAD-E5A6-4414-B756-27BEE508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3</cp:revision>
  <cp:lastPrinted>2018-02-22T09:20:00Z</cp:lastPrinted>
  <dcterms:created xsi:type="dcterms:W3CDTF">2021-06-11T09:35:00Z</dcterms:created>
  <dcterms:modified xsi:type="dcterms:W3CDTF">2021-06-11T09:39:00Z</dcterms:modified>
</cp:coreProperties>
</file>