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 Dirigente Scolastico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EB7271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EB7271" w:rsidRPr="00EB7271" w:rsidRDefault="00EB7271" w:rsidP="00EB7271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</w:p>
    <w:p w:rsidR="00EB7271" w:rsidRPr="005D6EDA" w:rsidRDefault="00EB7271" w:rsidP="00EB7271">
      <w:pPr>
        <w:tabs>
          <w:tab w:val="right" w:leader="dot" w:pos="9639"/>
        </w:tabs>
        <w:rPr>
          <w:rFonts w:ascii="Arial" w:hAnsi="Arial" w:cs="Arial"/>
          <w:sz w:val="20"/>
          <w:szCs w:val="22"/>
        </w:rPr>
      </w:pPr>
      <w:r w:rsidRPr="005D6EDA">
        <w:rPr>
          <w:rFonts w:ascii="Arial" w:hAnsi="Arial" w:cs="Arial"/>
          <w:sz w:val="20"/>
          <w:szCs w:val="22"/>
        </w:rPr>
        <w:t xml:space="preserve">Il/La sottoscritto/a </w:t>
      </w:r>
      <w:r w:rsidRPr="005D6EDA">
        <w:rPr>
          <w:rFonts w:ascii="Arial" w:hAnsi="Arial" w:cs="Arial"/>
          <w:sz w:val="20"/>
          <w:szCs w:val="22"/>
        </w:rPr>
        <w:tab/>
      </w:r>
    </w:p>
    <w:p w:rsidR="00EB7271" w:rsidRPr="005D6EDA" w:rsidRDefault="00EB7271" w:rsidP="00EB7271">
      <w:pPr>
        <w:tabs>
          <w:tab w:val="right" w:leader="dot" w:pos="9639"/>
        </w:tabs>
        <w:rPr>
          <w:rFonts w:ascii="Arial" w:hAnsi="Arial" w:cs="Arial"/>
          <w:sz w:val="12"/>
          <w:szCs w:val="22"/>
        </w:rPr>
      </w:pPr>
    </w:p>
    <w:p w:rsidR="00EB7271" w:rsidRPr="005D6EDA" w:rsidRDefault="00EB7271" w:rsidP="00EB7271">
      <w:pPr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nato/a il ………………………… a …………………………………………………… (</w:t>
      </w:r>
      <w:proofErr w:type="spellStart"/>
      <w:r w:rsidRPr="005D6EDA">
        <w:rPr>
          <w:rFonts w:ascii="Arial" w:hAnsi="Arial" w:cs="Arial"/>
          <w:sz w:val="20"/>
        </w:rPr>
        <w:t>Prov</w:t>
      </w:r>
      <w:proofErr w:type="spellEnd"/>
      <w:r w:rsidRPr="005D6EDA">
        <w:rPr>
          <w:rFonts w:ascii="Arial" w:hAnsi="Arial" w:cs="Arial"/>
          <w:sz w:val="20"/>
        </w:rPr>
        <w:t>. di ………….)</w:t>
      </w:r>
    </w:p>
    <w:p w:rsidR="00EB7271" w:rsidRPr="005D6EDA" w:rsidRDefault="00EB7271" w:rsidP="00EB7271">
      <w:pPr>
        <w:rPr>
          <w:rFonts w:ascii="Arial" w:hAnsi="Arial" w:cs="Arial"/>
          <w:sz w:val="1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EB7271" w:rsidRPr="005D6EDA" w:rsidTr="00A52ABB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EB7271" w:rsidRPr="005D6EDA" w:rsidRDefault="00EB7271" w:rsidP="00A52ABB">
            <w:pPr>
              <w:rPr>
                <w:rFonts w:ascii="Arial" w:hAnsi="Arial" w:cs="Arial"/>
                <w:sz w:val="20"/>
              </w:rPr>
            </w:pPr>
            <w:r w:rsidRPr="005D6EDA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residente nel comune di ………………….………………………… (</w:t>
      </w:r>
      <w:proofErr w:type="spellStart"/>
      <w:r w:rsidRPr="005D6EDA">
        <w:rPr>
          <w:rFonts w:ascii="Arial" w:hAnsi="Arial" w:cs="Arial"/>
          <w:sz w:val="20"/>
        </w:rPr>
        <w:t>Prov</w:t>
      </w:r>
      <w:proofErr w:type="spellEnd"/>
      <w:r w:rsidRPr="005D6EDA">
        <w:rPr>
          <w:rFonts w:ascii="Arial" w:hAnsi="Arial" w:cs="Arial"/>
          <w:sz w:val="20"/>
        </w:rPr>
        <w:t xml:space="preserve">. di ……….) </w:t>
      </w:r>
      <w:proofErr w:type="spellStart"/>
      <w:r w:rsidRPr="005D6EDA">
        <w:rPr>
          <w:rFonts w:ascii="Arial" w:hAnsi="Arial" w:cs="Arial"/>
          <w:sz w:val="20"/>
        </w:rPr>
        <w:t>c.a.p.</w:t>
      </w:r>
      <w:proofErr w:type="spellEnd"/>
      <w:r w:rsidRPr="005D6EDA">
        <w:rPr>
          <w:rFonts w:ascii="Arial" w:hAnsi="Arial" w:cs="Arial"/>
          <w:sz w:val="20"/>
        </w:rPr>
        <w:t>.………….</w:t>
      </w:r>
    </w:p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 xml:space="preserve">Via/Piazza ………………………………………….………. n. …….… </w:t>
      </w:r>
    </w:p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telefono ……….………….. cellulare ……………………. indirizzo e-mail ……………………...……….</w:t>
      </w:r>
    </w:p>
    <w:p w:rsidR="00EB7271" w:rsidRPr="005D6EDA" w:rsidRDefault="00EB7271" w:rsidP="00EB7271">
      <w:pPr>
        <w:rPr>
          <w:rFonts w:ascii="Arial" w:hAnsi="Arial" w:cs="Arial"/>
          <w:sz w:val="12"/>
        </w:rPr>
      </w:pPr>
    </w:p>
    <w:p w:rsidR="00EB7271" w:rsidRPr="005D6EDA" w:rsidRDefault="00EB7271" w:rsidP="00EB7271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5D6EDA">
        <w:rPr>
          <w:rFonts w:ascii="Verdana" w:hAnsi="Verdana" w:cs="Arial"/>
          <w:color w:val="000000"/>
          <w:sz w:val="20"/>
        </w:rPr>
        <w:t xml:space="preserve">Visto l’avviso pubblico </w:t>
      </w:r>
      <w:r w:rsidRPr="005D6EDA">
        <w:rPr>
          <w:rFonts w:ascii="Verdana" w:eastAsia="Book Antiqua" w:hAnsi="Verdana" w:cs="Book Antiqua"/>
          <w:spacing w:val="-1"/>
          <w:sz w:val="20"/>
        </w:rPr>
        <w:t xml:space="preserve">n. </w:t>
      </w:r>
      <w:r w:rsidRPr="005D6EDA">
        <w:rPr>
          <w:rFonts w:ascii="Verdana" w:hAnsi="Verdana"/>
          <w:color w:val="000000" w:themeColor="text1"/>
          <w:spacing w:val="-3"/>
          <w:sz w:val="20"/>
        </w:rPr>
        <w:t>33956 del 18/05/2022</w:t>
      </w:r>
    </w:p>
    <w:p w:rsidR="006A7453" w:rsidRPr="006A7453" w:rsidRDefault="006A7453" w:rsidP="006A7453">
      <w:pPr>
        <w:tabs>
          <w:tab w:val="right" w:pos="9639"/>
        </w:tabs>
        <w:jc w:val="both"/>
        <w:rPr>
          <w:rFonts w:ascii="Verdana" w:hAnsi="Verdana" w:cs="Arial"/>
          <w:b/>
          <w:color w:val="FF0000"/>
          <w:sz w:val="20"/>
        </w:rPr>
      </w:pPr>
      <w:r w:rsidRPr="006A7453">
        <w:rPr>
          <w:rFonts w:ascii="Verdana" w:hAnsi="Verdana" w:cs="Arial"/>
          <w:b/>
          <w:color w:val="000000"/>
          <w:sz w:val="20"/>
        </w:rPr>
        <w:t xml:space="preserve">Progetto </w:t>
      </w:r>
      <w:r w:rsidRPr="006A7453">
        <w:rPr>
          <w:rFonts w:ascii="Verdana" w:hAnsi="Verdana"/>
          <w:b/>
          <w:color w:val="000000" w:themeColor="text1"/>
          <w:sz w:val="20"/>
        </w:rPr>
        <w:t xml:space="preserve">10.2.2A-FDRPOC-PU-2022-120 </w:t>
      </w:r>
      <w:r w:rsidRPr="006A7453">
        <w:rPr>
          <w:rFonts w:ascii="Verdana" w:hAnsi="Verdana"/>
          <w:b/>
          <w:color w:val="000000" w:themeColor="text1"/>
          <w:spacing w:val="-3"/>
          <w:sz w:val="20"/>
        </w:rPr>
        <w:t xml:space="preserve">Promuoviamo competenze </w:t>
      </w:r>
    </w:p>
    <w:p w:rsidR="00EB7271" w:rsidRPr="005D6EDA" w:rsidRDefault="00EB7271" w:rsidP="00EB7271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0"/>
        </w:rPr>
      </w:pPr>
      <w:r w:rsidRPr="005D6EDA">
        <w:rPr>
          <w:rFonts w:ascii="Arial" w:hAnsi="Arial" w:cs="Arial"/>
          <w:b/>
          <w:color w:val="000000"/>
          <w:sz w:val="20"/>
        </w:rPr>
        <w:t>C H I E D E</w:t>
      </w:r>
    </w:p>
    <w:p w:rsidR="00EB7271" w:rsidRPr="005D6EDA" w:rsidRDefault="00EB7271" w:rsidP="00EB7271">
      <w:pPr>
        <w:tabs>
          <w:tab w:val="right" w:leader="dot" w:pos="4820"/>
        </w:tabs>
        <w:rPr>
          <w:rFonts w:ascii="Verdana" w:hAnsi="Verdana"/>
          <w:b/>
          <w:sz w:val="20"/>
        </w:rPr>
      </w:pPr>
      <w:r w:rsidRPr="005D6EDA">
        <w:rPr>
          <w:rFonts w:ascii="Arial" w:hAnsi="Arial" w:cs="Arial"/>
          <w:sz w:val="20"/>
        </w:rPr>
        <w:t xml:space="preserve">di partecipare alla selezione per il reclutamento di docente </w:t>
      </w:r>
      <w:r>
        <w:rPr>
          <w:rFonts w:ascii="Verdana" w:hAnsi="Verdana"/>
          <w:b/>
          <w:sz w:val="20"/>
        </w:rPr>
        <w:t>Tutor</w:t>
      </w:r>
    </w:p>
    <w:p w:rsidR="00EB7271" w:rsidRPr="005D6EDA" w:rsidRDefault="00EB7271" w:rsidP="00EB7271">
      <w:pPr>
        <w:tabs>
          <w:tab w:val="right" w:leader="dot" w:pos="4820"/>
        </w:tabs>
        <w:rPr>
          <w:rFonts w:ascii="Verdana" w:hAnsi="Verdana"/>
          <w:b/>
          <w:sz w:val="14"/>
        </w:rPr>
      </w:pP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544"/>
        <w:gridCol w:w="5339"/>
        <w:gridCol w:w="1085"/>
      </w:tblGrid>
      <w:tr w:rsidR="006A7453" w:rsidRPr="005D6EDA" w:rsidTr="00C30902">
        <w:trPr>
          <w:trHeight w:val="211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A7453" w:rsidRPr="005D6EDA" w:rsidRDefault="006A7453" w:rsidP="00C30902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Settore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A7453" w:rsidRPr="005D6EDA" w:rsidRDefault="006A7453" w:rsidP="00C30902">
            <w:pPr>
              <w:pStyle w:val="Intestazione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7453" w:rsidRPr="005D6EDA" w:rsidRDefault="006A7453" w:rsidP="00C30902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Titolo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7453" w:rsidRPr="005D6EDA" w:rsidRDefault="006A7453" w:rsidP="00C30902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Ore</w:t>
            </w:r>
          </w:p>
        </w:tc>
      </w:tr>
      <w:tr w:rsidR="006A7453" w:rsidRPr="005D6EDA" w:rsidTr="00C30902">
        <w:trPr>
          <w:trHeight w:val="454"/>
          <w:jc w:val="center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 xml:space="preserve">SCUOLA </w:t>
            </w:r>
          </w:p>
          <w:p w:rsidR="006A7453" w:rsidRPr="005D6EDA" w:rsidRDefault="006A7453" w:rsidP="00C30902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PRIMARIA</w:t>
            </w:r>
          </w:p>
          <w:p w:rsidR="006A7453" w:rsidRPr="005D6EDA" w:rsidRDefault="006A7453" w:rsidP="00C30902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Default="006A7453" w:rsidP="00C309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Burattini...amo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7453" w:rsidRPr="005D6EDA" w:rsidRDefault="006A7453" w:rsidP="00C30902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6A7453" w:rsidRPr="005D6EDA" w:rsidTr="00C30902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Default="006A7453" w:rsidP="00C309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Mare da vivere e d'Amare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7453" w:rsidRPr="005D6EDA" w:rsidRDefault="006A7453" w:rsidP="00C30902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6A7453" w:rsidRPr="005D6EDA" w:rsidTr="00C30902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Default="006A7453" w:rsidP="00C309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Mare 4.0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Pr="005D6EDA" w:rsidRDefault="006A7453" w:rsidP="00C30902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6A7453" w:rsidRPr="005D6EDA" w:rsidTr="00C30902">
        <w:trPr>
          <w:trHeight w:val="454"/>
          <w:jc w:val="center"/>
        </w:trPr>
        <w:tc>
          <w:tcPr>
            <w:tcW w:w="21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 xml:space="preserve">SCUOLA </w:t>
            </w:r>
          </w:p>
          <w:p w:rsidR="006A7453" w:rsidRPr="005D6EDA" w:rsidRDefault="006A7453" w:rsidP="00C30902">
            <w:pPr>
              <w:spacing w:line="360" w:lineRule="auto"/>
              <w:jc w:val="center"/>
              <w:rPr>
                <w:rFonts w:ascii="Verdana" w:hAnsi="Verdana" w:cs="Arial"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SECONDARIA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Pr="00B319A4" w:rsidRDefault="006A7453" w:rsidP="00C30902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Costruiamo il giardino dei giovani lettori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Pr="005D6EDA" w:rsidRDefault="006A7453" w:rsidP="00C30902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6A7453" w:rsidRPr="005D6EDA" w:rsidTr="00C30902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Pr="00B319A4" w:rsidRDefault="006A7453" w:rsidP="00C30902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sz w:val="20"/>
                <w:lang w:eastAsia="en-US"/>
              </w:rPr>
              <w:t>LiberaMente</w:t>
            </w:r>
            <w:proofErr w:type="spellEnd"/>
            <w:r>
              <w:rPr>
                <w:rFonts w:ascii="Arial" w:eastAsiaTheme="minorHAnsi" w:hAnsi="Arial" w:cs="Arial"/>
                <w:sz w:val="20"/>
                <w:lang w:eastAsia="en-US"/>
              </w:rPr>
              <w:t>: letture all'aria aperta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7453" w:rsidRPr="005D6EDA" w:rsidRDefault="006A7453" w:rsidP="00C30902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6A7453" w:rsidRPr="005D6EDA" w:rsidTr="00C30902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Default="006A7453" w:rsidP="00C309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sz w:val="20"/>
                <w:lang w:eastAsia="en-US"/>
              </w:rPr>
              <w:t>MatematicaMente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Pr="005D6EDA" w:rsidRDefault="006A7453" w:rsidP="00C30902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6A7453" w:rsidRPr="005D6EDA" w:rsidTr="00C30902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Default="006A7453" w:rsidP="00C309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 xml:space="preserve">Digital </w:t>
            </w:r>
            <w:proofErr w:type="spellStart"/>
            <w:r>
              <w:rPr>
                <w:rFonts w:ascii="Arial" w:eastAsiaTheme="minorHAnsi" w:hAnsi="Arial" w:cs="Arial"/>
                <w:sz w:val="20"/>
                <w:lang w:eastAsia="en-US"/>
              </w:rPr>
              <w:t>Storytelling</w:t>
            </w:r>
            <w:proofErr w:type="spellEnd"/>
            <w:r>
              <w:rPr>
                <w:rFonts w:ascii="Arial" w:eastAsiaTheme="minorHAnsi" w:hAnsi="Arial" w:cs="Arial"/>
                <w:sz w:val="20"/>
                <w:lang w:eastAsia="en-US"/>
              </w:rPr>
              <w:t xml:space="preserve"> di un adolescente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Pr="005D6EDA" w:rsidRDefault="006A7453" w:rsidP="00C30902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6A7453" w:rsidRPr="005D6EDA" w:rsidTr="00C30902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53" w:rsidRPr="005D6EDA" w:rsidRDefault="006A7453" w:rsidP="00C30902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Pr="00B319A4" w:rsidRDefault="006A7453" w:rsidP="00C30902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Musica maestro!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7453" w:rsidRPr="005D6EDA" w:rsidRDefault="006A7453" w:rsidP="00C30902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</w:tbl>
    <w:p w:rsidR="00F74BAF" w:rsidRDefault="00F74BA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60A7F" w:rsidRPr="00EB7271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A tal fine, consapevole della responsabilità penale nel caso di dichiarazioni mendaci, dichiara sotto la propria responsabilità:</w:t>
      </w:r>
    </w:p>
    <w:p w:rsidR="00360A7F" w:rsidRPr="00EB7271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di essere in possesso dei titoli indicati nel curriculum</w:t>
      </w:r>
    </w:p>
    <w:p w:rsidR="00360A7F" w:rsidRPr="00EB7271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di impegnarsi a documentare tutta l’attività svolta</w:t>
      </w:r>
    </w:p>
    <w:p w:rsidR="00360A7F" w:rsidRPr="00EB7271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 xml:space="preserve">di adattarsi al calendario stabilito dal </w:t>
      </w:r>
      <w:r w:rsidR="00770132" w:rsidRPr="00EB7271">
        <w:rPr>
          <w:rFonts w:ascii="Arial" w:hAnsi="Arial" w:cs="Arial"/>
          <w:sz w:val="20"/>
          <w:szCs w:val="22"/>
        </w:rPr>
        <w:t>dirigente</w:t>
      </w:r>
      <w:r w:rsidRPr="00EB7271">
        <w:rPr>
          <w:rFonts w:ascii="Arial" w:hAnsi="Arial" w:cs="Arial"/>
          <w:sz w:val="20"/>
          <w:szCs w:val="22"/>
        </w:rPr>
        <w:t>.</w:t>
      </w:r>
    </w:p>
    <w:p w:rsidR="00360A7F" w:rsidRPr="00EB7271" w:rsidRDefault="00770132" w:rsidP="00770132">
      <w:pPr>
        <w:tabs>
          <w:tab w:val="left" w:pos="5496"/>
        </w:tabs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ab/>
      </w:r>
    </w:p>
    <w:p w:rsidR="00360A7F" w:rsidRPr="00EB7271" w:rsidRDefault="00360A7F" w:rsidP="00360A7F">
      <w:pPr>
        <w:tabs>
          <w:tab w:val="right" w:leader="dot" w:pos="4820"/>
        </w:tabs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Allega:</w:t>
      </w:r>
    </w:p>
    <w:p w:rsidR="00360A7F" w:rsidRPr="00EB7271" w:rsidRDefault="00360A7F" w:rsidP="00360A7F">
      <w:pPr>
        <w:numPr>
          <w:ilvl w:val="0"/>
          <w:numId w:val="25"/>
        </w:numPr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Curriculum vitae in formato europeo</w:t>
      </w:r>
    </w:p>
    <w:p w:rsidR="00360A7F" w:rsidRPr="00EB7271" w:rsidRDefault="00360A7F" w:rsidP="00360A7F">
      <w:pPr>
        <w:numPr>
          <w:ilvl w:val="0"/>
          <w:numId w:val="25"/>
        </w:numPr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Griglia di valutazione dei titoli posseduti.</w:t>
      </w:r>
    </w:p>
    <w:p w:rsidR="00360A7F" w:rsidRPr="00EB7271" w:rsidRDefault="00360A7F" w:rsidP="00360A7F">
      <w:pPr>
        <w:tabs>
          <w:tab w:val="right" w:leader="dot" w:pos="4820"/>
        </w:tabs>
        <w:rPr>
          <w:rFonts w:ascii="Arial" w:hAnsi="Arial" w:cs="Arial"/>
          <w:sz w:val="14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Pr="00EB7271" w:rsidRDefault="00360A7F" w:rsidP="00360A7F">
      <w:pPr>
        <w:tabs>
          <w:tab w:val="right" w:leader="dot" w:pos="4820"/>
        </w:tabs>
        <w:rPr>
          <w:rFonts w:ascii="Arial" w:hAnsi="Arial" w:cs="Arial"/>
          <w:sz w:val="14"/>
          <w:szCs w:val="22"/>
        </w:rPr>
      </w:pPr>
    </w:p>
    <w:p w:rsidR="00360A7F" w:rsidRPr="00EB7271" w:rsidRDefault="00360A7F" w:rsidP="00360A7F">
      <w:pPr>
        <w:tabs>
          <w:tab w:val="left" w:pos="5103"/>
        </w:tabs>
        <w:rPr>
          <w:rFonts w:ascii="Arial" w:hAnsi="Arial" w:cs="Arial"/>
          <w:sz w:val="18"/>
          <w:szCs w:val="22"/>
        </w:rPr>
      </w:pPr>
      <w:r w:rsidRPr="00EB7271">
        <w:rPr>
          <w:rFonts w:ascii="Arial" w:hAnsi="Arial" w:cs="Arial"/>
          <w:sz w:val="18"/>
          <w:szCs w:val="22"/>
        </w:rPr>
        <w:t xml:space="preserve">DATA ____________ </w:t>
      </w:r>
      <w:r w:rsidRPr="00EB7271">
        <w:rPr>
          <w:rFonts w:ascii="Arial" w:hAnsi="Arial" w:cs="Arial"/>
          <w:sz w:val="18"/>
          <w:szCs w:val="22"/>
        </w:rPr>
        <w:tab/>
        <w:t>FIRMA ____________________________</w:t>
      </w:r>
    </w:p>
    <w:p w:rsidR="00360A7F" w:rsidRPr="00EB7271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8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Pr="00EB7271" w:rsidRDefault="00360A7F" w:rsidP="00360A7F">
      <w:pPr>
        <w:tabs>
          <w:tab w:val="left" w:pos="5103"/>
        </w:tabs>
        <w:rPr>
          <w:rFonts w:ascii="Arial" w:hAnsi="Arial" w:cs="Arial"/>
          <w:sz w:val="18"/>
          <w:szCs w:val="22"/>
        </w:rPr>
      </w:pPr>
      <w:r w:rsidRPr="00EB7271">
        <w:rPr>
          <w:rFonts w:ascii="Arial" w:hAnsi="Arial" w:cs="Arial"/>
          <w:sz w:val="18"/>
          <w:szCs w:val="22"/>
        </w:rPr>
        <w:t xml:space="preserve">DATA ____________ </w:t>
      </w:r>
      <w:r w:rsidRPr="00EB7271">
        <w:rPr>
          <w:rFonts w:ascii="Arial" w:hAnsi="Arial" w:cs="Arial"/>
          <w:sz w:val="18"/>
          <w:szCs w:val="22"/>
        </w:rPr>
        <w:tab/>
        <w:t>FIRMA ____________________________</w:t>
      </w:r>
    </w:p>
    <w:sectPr w:rsidR="00360A7F" w:rsidRPr="00EB7271" w:rsidSect="00EB7271">
      <w:headerReference w:type="default" r:id="rId9"/>
      <w:headerReference w:type="first" r:id="rId10"/>
      <w:pgSz w:w="11906" w:h="16838"/>
      <w:pgMar w:top="2268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02B" w:rsidRDefault="00E1502B" w:rsidP="00CB1432">
      <w:r>
        <w:separator/>
      </w:r>
    </w:p>
  </w:endnote>
  <w:endnote w:type="continuationSeparator" w:id="0">
    <w:p w:rsidR="00E1502B" w:rsidRDefault="00E1502B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02B" w:rsidRDefault="00E1502B" w:rsidP="00CB1432">
      <w:r>
        <w:separator/>
      </w:r>
    </w:p>
  </w:footnote>
  <w:footnote w:type="continuationSeparator" w:id="0">
    <w:p w:rsidR="00E1502B" w:rsidRDefault="00E1502B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444EE79" wp14:editId="237D606A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1BE88ECA" wp14:editId="43BA8B69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6683258A" wp14:editId="50441CA3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00B7C91" wp14:editId="33B6C156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0523C0FC" wp14:editId="47AF34A0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2782B6FE" wp14:editId="5CB2F215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10FE5"/>
    <w:rsid w:val="00043442"/>
    <w:rsid w:val="00045F67"/>
    <w:rsid w:val="000638CC"/>
    <w:rsid w:val="000715A5"/>
    <w:rsid w:val="00080F9E"/>
    <w:rsid w:val="000F1790"/>
    <w:rsid w:val="000F2C0C"/>
    <w:rsid w:val="000F48E9"/>
    <w:rsid w:val="000F7BA7"/>
    <w:rsid w:val="00115CDD"/>
    <w:rsid w:val="00122072"/>
    <w:rsid w:val="00137D9F"/>
    <w:rsid w:val="001450DD"/>
    <w:rsid w:val="00161674"/>
    <w:rsid w:val="00166EF3"/>
    <w:rsid w:val="00174A64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907D5"/>
    <w:rsid w:val="002A3DFD"/>
    <w:rsid w:val="002D1B4C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405E08"/>
    <w:rsid w:val="0042405E"/>
    <w:rsid w:val="004249C0"/>
    <w:rsid w:val="00457AD1"/>
    <w:rsid w:val="0047299A"/>
    <w:rsid w:val="00477955"/>
    <w:rsid w:val="00487132"/>
    <w:rsid w:val="00493C43"/>
    <w:rsid w:val="004C30C4"/>
    <w:rsid w:val="004E4C2C"/>
    <w:rsid w:val="004E74D6"/>
    <w:rsid w:val="004F5E96"/>
    <w:rsid w:val="00513F78"/>
    <w:rsid w:val="005268A1"/>
    <w:rsid w:val="00531131"/>
    <w:rsid w:val="005530FB"/>
    <w:rsid w:val="00555F5E"/>
    <w:rsid w:val="00573927"/>
    <w:rsid w:val="00584337"/>
    <w:rsid w:val="00596E9B"/>
    <w:rsid w:val="005A6CF1"/>
    <w:rsid w:val="005C4335"/>
    <w:rsid w:val="005D43A0"/>
    <w:rsid w:val="00601BA9"/>
    <w:rsid w:val="006446E0"/>
    <w:rsid w:val="006542D5"/>
    <w:rsid w:val="00690AA1"/>
    <w:rsid w:val="006A7453"/>
    <w:rsid w:val="006C3E6A"/>
    <w:rsid w:val="006D5236"/>
    <w:rsid w:val="006E274E"/>
    <w:rsid w:val="0070028B"/>
    <w:rsid w:val="0070186B"/>
    <w:rsid w:val="007228FF"/>
    <w:rsid w:val="00722E12"/>
    <w:rsid w:val="007479E9"/>
    <w:rsid w:val="00752299"/>
    <w:rsid w:val="007669CE"/>
    <w:rsid w:val="00770132"/>
    <w:rsid w:val="007A02CE"/>
    <w:rsid w:val="007A44C0"/>
    <w:rsid w:val="007E32C9"/>
    <w:rsid w:val="007F60C3"/>
    <w:rsid w:val="00832CF9"/>
    <w:rsid w:val="00840F06"/>
    <w:rsid w:val="008509B2"/>
    <w:rsid w:val="008545E8"/>
    <w:rsid w:val="00892926"/>
    <w:rsid w:val="00893081"/>
    <w:rsid w:val="008A1CFE"/>
    <w:rsid w:val="008D1D1D"/>
    <w:rsid w:val="009508E5"/>
    <w:rsid w:val="009527BC"/>
    <w:rsid w:val="009677A2"/>
    <w:rsid w:val="009D3000"/>
    <w:rsid w:val="009D35B9"/>
    <w:rsid w:val="00A00080"/>
    <w:rsid w:val="00A41316"/>
    <w:rsid w:val="00A71099"/>
    <w:rsid w:val="00A82A6C"/>
    <w:rsid w:val="00AA2691"/>
    <w:rsid w:val="00AD4C43"/>
    <w:rsid w:val="00AD628F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C1026D"/>
    <w:rsid w:val="00C110CF"/>
    <w:rsid w:val="00C64DF3"/>
    <w:rsid w:val="00C702BE"/>
    <w:rsid w:val="00C72A7C"/>
    <w:rsid w:val="00C92773"/>
    <w:rsid w:val="00CA0B41"/>
    <w:rsid w:val="00CB1432"/>
    <w:rsid w:val="00CE439D"/>
    <w:rsid w:val="00D12405"/>
    <w:rsid w:val="00D208DD"/>
    <w:rsid w:val="00D33689"/>
    <w:rsid w:val="00D37B04"/>
    <w:rsid w:val="00D45675"/>
    <w:rsid w:val="00D54757"/>
    <w:rsid w:val="00D60216"/>
    <w:rsid w:val="00D718B8"/>
    <w:rsid w:val="00D80B9C"/>
    <w:rsid w:val="00D81F15"/>
    <w:rsid w:val="00D94270"/>
    <w:rsid w:val="00DE425A"/>
    <w:rsid w:val="00DF5346"/>
    <w:rsid w:val="00E1502B"/>
    <w:rsid w:val="00E45008"/>
    <w:rsid w:val="00E80A8B"/>
    <w:rsid w:val="00EA001E"/>
    <w:rsid w:val="00EB7271"/>
    <w:rsid w:val="00EC5F97"/>
    <w:rsid w:val="00EE4643"/>
    <w:rsid w:val="00EF081F"/>
    <w:rsid w:val="00F170CB"/>
    <w:rsid w:val="00F26080"/>
    <w:rsid w:val="00F50EA7"/>
    <w:rsid w:val="00F74BAF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35DF-FC1C-47B8-A9C5-4BB6B1F27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4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6</cp:revision>
  <cp:lastPrinted>2018-02-22T09:20:00Z</cp:lastPrinted>
  <dcterms:created xsi:type="dcterms:W3CDTF">2021-06-11T09:35:00Z</dcterms:created>
  <dcterms:modified xsi:type="dcterms:W3CDTF">2022-10-28T08:24:00Z</dcterms:modified>
</cp:coreProperties>
</file>