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26" w:rsidRDefault="00A54E26" w:rsidP="00360A7F">
      <w:pPr>
        <w:pStyle w:val="Corpotesto"/>
        <w:ind w:left="5245"/>
        <w:rPr>
          <w:rFonts w:ascii="Verdana" w:hAnsi="Verdana" w:cs="Arial"/>
          <w:b/>
        </w:rPr>
      </w:pPr>
      <w:r w:rsidRPr="00A54E26">
        <w:rPr>
          <w:rFonts w:ascii="Verdana" w:hAnsi="Verdana" w:cs="Arial"/>
          <w:b/>
        </w:rPr>
        <w:t>ALLEGATO A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Al Dirigente Scolastico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Istituto Comprensivo “Giordani - De Sanctis”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  <w:u w:val="single"/>
        </w:rPr>
      </w:pPr>
      <w:r w:rsidRPr="00437136">
        <w:rPr>
          <w:rFonts w:ascii="Verdana" w:hAnsi="Verdana" w:cs="Arial"/>
        </w:rPr>
        <w:t>MANFREDONIA</w:t>
      </w:r>
    </w:p>
    <w:p w:rsidR="00360A7F" w:rsidRPr="00437136" w:rsidRDefault="00360A7F" w:rsidP="00437136">
      <w:pPr>
        <w:pStyle w:val="Corpotesto"/>
        <w:jc w:val="both"/>
        <w:rPr>
          <w:rFonts w:ascii="Verdana" w:hAnsi="Verdana" w:cs="Arial"/>
        </w:rPr>
      </w:pP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Il/La sottoscritto/a </w:t>
      </w:r>
      <w:r w:rsidRPr="00437136">
        <w:rPr>
          <w:rFonts w:ascii="Verdana" w:hAnsi="Verdana" w:cs="Arial"/>
          <w:sz w:val="20"/>
        </w:rPr>
        <w:tab/>
      </w: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nato/a il …</w:t>
      </w:r>
      <w:r w:rsidR="006D1C71">
        <w:rPr>
          <w:rFonts w:ascii="Verdana" w:hAnsi="Verdana" w:cs="Arial"/>
          <w:sz w:val="20"/>
        </w:rPr>
        <w:t>……………………… a …………………………………………………</w:t>
      </w:r>
      <w:r w:rsidR="00437136">
        <w:rPr>
          <w:rFonts w:ascii="Verdana" w:hAnsi="Verdana" w:cs="Arial"/>
          <w:sz w:val="20"/>
        </w:rPr>
        <w:t>...</w:t>
      </w:r>
      <w:r w:rsidR="00437136">
        <w:rPr>
          <w:rFonts w:ascii="Verdana" w:hAnsi="Verdana" w:cs="Arial"/>
          <w:sz w:val="20"/>
        </w:rPr>
        <w:tab/>
        <w:t>....................</w:t>
      </w:r>
      <w:r w:rsidRPr="00437136">
        <w:rPr>
          <w:rFonts w:ascii="Verdana" w:hAnsi="Verdana" w:cs="Arial"/>
          <w:sz w:val="20"/>
        </w:rPr>
        <w:t>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>. di ………….)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437136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437136" w:rsidRDefault="00360A7F" w:rsidP="00437136">
            <w:pPr>
              <w:ind w:left="142"/>
              <w:jc w:val="both"/>
              <w:rPr>
                <w:rFonts w:ascii="Verdana" w:hAnsi="Verdana" w:cs="Arial"/>
                <w:sz w:val="20"/>
              </w:rPr>
            </w:pPr>
            <w:r w:rsidRPr="00437136">
              <w:rPr>
                <w:rFonts w:ascii="Verdana" w:hAnsi="Verdana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residente nel comune di ………………….…………………………</w:t>
      </w:r>
      <w:r w:rsidR="00437136">
        <w:rPr>
          <w:rFonts w:ascii="Verdana" w:hAnsi="Verdana" w:cs="Arial"/>
          <w:sz w:val="20"/>
        </w:rPr>
        <w:t>..........</w:t>
      </w:r>
      <w:r w:rsidRPr="00437136">
        <w:rPr>
          <w:rFonts w:ascii="Verdana" w:hAnsi="Verdana" w:cs="Arial"/>
          <w:sz w:val="20"/>
        </w:rPr>
        <w:t xml:space="preserve"> 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 xml:space="preserve">. di ……….) </w:t>
      </w:r>
      <w:proofErr w:type="spellStart"/>
      <w:r w:rsidRPr="00437136">
        <w:rPr>
          <w:rFonts w:ascii="Verdana" w:hAnsi="Verdana" w:cs="Arial"/>
          <w:sz w:val="20"/>
        </w:rPr>
        <w:t>c.a.p.</w:t>
      </w:r>
      <w:proofErr w:type="spellEnd"/>
      <w:r w:rsidR="00437136">
        <w:rPr>
          <w:rFonts w:ascii="Verdana" w:hAnsi="Verdana" w:cs="Arial"/>
          <w:sz w:val="20"/>
        </w:rPr>
        <w:t xml:space="preserve"> ...</w:t>
      </w:r>
      <w:r w:rsidRPr="00437136">
        <w:rPr>
          <w:rFonts w:ascii="Verdana" w:hAnsi="Verdana" w:cs="Arial"/>
          <w:sz w:val="20"/>
        </w:rPr>
        <w:t>………….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Via/Piazza ………………………………………….……….</w:t>
      </w:r>
      <w:r w:rsidR="00437136">
        <w:rPr>
          <w:rFonts w:ascii="Verdana" w:hAnsi="Verdana" w:cs="Arial"/>
          <w:sz w:val="20"/>
        </w:rPr>
        <w:t>......</w:t>
      </w:r>
      <w:r w:rsidRPr="00437136">
        <w:rPr>
          <w:rFonts w:ascii="Verdana" w:hAnsi="Verdana" w:cs="Arial"/>
          <w:sz w:val="20"/>
        </w:rPr>
        <w:t xml:space="preserve"> n. …….… 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telefono ……….………….. cellulare ……………………. indirizzo e-mail ……………………...……….</w:t>
      </w:r>
      <w:r w:rsidR="00437136">
        <w:rPr>
          <w:rFonts w:ascii="Verdana" w:hAnsi="Verdana" w:cs="Arial"/>
          <w:sz w:val="20"/>
        </w:rPr>
        <w:t>..............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p w:rsidR="00011F1B" w:rsidRDefault="00011F1B" w:rsidP="00011F1B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F206A7">
        <w:rPr>
          <w:rFonts w:ascii="Verdana" w:hAnsi="Verdana"/>
          <w:color w:val="000000" w:themeColor="text1"/>
          <w:spacing w:val="-3"/>
          <w:sz w:val="20"/>
        </w:rPr>
        <w:t>33956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F206A7">
        <w:rPr>
          <w:rFonts w:ascii="Verdana" w:hAnsi="Verdana"/>
          <w:color w:val="000000" w:themeColor="text1"/>
          <w:spacing w:val="-3"/>
          <w:sz w:val="20"/>
        </w:rPr>
        <w:t>18/05/2022</w:t>
      </w:r>
    </w:p>
    <w:p w:rsidR="00360A7F" w:rsidRPr="00437136" w:rsidRDefault="00360A7F" w:rsidP="00360A7F">
      <w:pPr>
        <w:rPr>
          <w:rFonts w:ascii="Verdana" w:hAnsi="Verdana" w:cs="Arial"/>
          <w:color w:val="000000"/>
          <w:sz w:val="20"/>
        </w:rPr>
      </w:pPr>
    </w:p>
    <w:p w:rsidR="00360A7F" w:rsidRPr="00437136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20"/>
        </w:rPr>
      </w:pPr>
      <w:r w:rsidRPr="00437136">
        <w:rPr>
          <w:rFonts w:ascii="Verdana" w:hAnsi="Verdana" w:cs="Arial"/>
          <w:b/>
          <w:color w:val="000000"/>
          <w:sz w:val="20"/>
        </w:rPr>
        <w:t>C H I E D E</w:t>
      </w:r>
    </w:p>
    <w:p w:rsidR="003B66C1" w:rsidRPr="003E3710" w:rsidRDefault="00360A7F" w:rsidP="003B66C1">
      <w:pPr>
        <w:tabs>
          <w:tab w:val="left" w:pos="6901"/>
        </w:tabs>
        <w:spacing w:before="91"/>
        <w:jc w:val="both"/>
        <w:rPr>
          <w:rFonts w:ascii="Verdana" w:hAnsi="Verdana" w:cs="Arial"/>
          <w:b/>
          <w:sz w:val="20"/>
        </w:rPr>
      </w:pPr>
      <w:r w:rsidRPr="00437136">
        <w:rPr>
          <w:rFonts w:ascii="Verdana" w:hAnsi="Verdana" w:cs="Arial"/>
          <w:sz w:val="20"/>
        </w:rPr>
        <w:t xml:space="preserve">di partecipare alla selezione </w:t>
      </w:r>
      <w:r w:rsidR="003B66C1" w:rsidRPr="00437136">
        <w:rPr>
          <w:rFonts w:ascii="Verdana" w:hAnsi="Verdana" w:cs="Arial"/>
          <w:sz w:val="20"/>
        </w:rPr>
        <w:t xml:space="preserve">del personale interno </w:t>
      </w:r>
      <w:r w:rsidRPr="00437136">
        <w:rPr>
          <w:rFonts w:ascii="Verdana" w:hAnsi="Verdana" w:cs="Arial"/>
          <w:sz w:val="20"/>
        </w:rPr>
        <w:t xml:space="preserve">di </w:t>
      </w:r>
      <w:r w:rsidR="006A0AFD" w:rsidRPr="00EB4743">
        <w:rPr>
          <w:rFonts w:ascii="Verdana" w:hAnsi="Verdana" w:cs="Arial"/>
          <w:b/>
          <w:sz w:val="20"/>
        </w:rPr>
        <w:t>Collaboratore Scolastico</w:t>
      </w:r>
      <w:r w:rsidR="003B66C1" w:rsidRPr="00437136">
        <w:rPr>
          <w:rFonts w:ascii="Verdana" w:hAnsi="Verdana" w:cs="Arial"/>
          <w:sz w:val="20"/>
        </w:rPr>
        <w:t xml:space="preserve"> per il supporto operativo </w:t>
      </w:r>
      <w:bookmarkStart w:id="0" w:name="_GoBack"/>
      <w:r w:rsidR="003B66C1" w:rsidRPr="00F206A7">
        <w:rPr>
          <w:rFonts w:ascii="Verdana" w:hAnsi="Verdana" w:cs="Arial"/>
          <w:b/>
          <w:color w:val="FF0000"/>
          <w:sz w:val="20"/>
        </w:rPr>
        <w:t xml:space="preserve">progetto: </w:t>
      </w:r>
      <w:r w:rsidR="00011F1B" w:rsidRPr="00F206A7">
        <w:rPr>
          <w:rFonts w:ascii="Verdana" w:hAnsi="Verdana"/>
          <w:b/>
          <w:color w:val="FF0000"/>
          <w:sz w:val="18"/>
          <w:szCs w:val="22"/>
        </w:rPr>
        <w:t>10.1.1A-FSEPON-PU-</w:t>
      </w:r>
      <w:r w:rsidR="0044635C" w:rsidRPr="00F206A7">
        <w:rPr>
          <w:rFonts w:ascii="Verdana" w:hAnsi="Verdana"/>
          <w:b/>
          <w:color w:val="FF0000"/>
          <w:sz w:val="18"/>
          <w:szCs w:val="22"/>
        </w:rPr>
        <w:t>2021</w:t>
      </w:r>
      <w:r w:rsidR="003B66C1" w:rsidRPr="00F206A7">
        <w:rPr>
          <w:rFonts w:ascii="Verdana" w:hAnsi="Verdana" w:cs="Arial"/>
          <w:b/>
          <w:color w:val="FF0000"/>
          <w:sz w:val="20"/>
        </w:rPr>
        <w:t xml:space="preserve">- Titolo progetto: </w:t>
      </w:r>
      <w:r w:rsidR="0044635C" w:rsidRPr="00F206A7">
        <w:rPr>
          <w:rFonts w:ascii="Verdana" w:hAnsi="Verdana"/>
          <w:b/>
          <w:color w:val="FF0000"/>
          <w:spacing w:val="-3"/>
          <w:sz w:val="20"/>
        </w:rPr>
        <w:t>Star bene insieme</w:t>
      </w:r>
      <w:bookmarkEnd w:id="0"/>
    </w:p>
    <w:p w:rsidR="006A0AFD" w:rsidRDefault="006A0AFD" w:rsidP="00360A7F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</w:p>
    <w:p w:rsidR="00360A7F" w:rsidRPr="00437136" w:rsidRDefault="00360A7F" w:rsidP="006A0AFD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3B66C1" w:rsidRDefault="003B66C1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6A0AFD" w:rsidRDefault="006A0AFD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="00BA6143"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5668F5" w:rsidRPr="006A0AFD" w:rsidRDefault="00360A7F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</w:t>
      </w:r>
      <w:r w:rsidR="005668F5" w:rsidRPr="006A0AFD">
        <w:rPr>
          <w:rFonts w:ascii="Verdana" w:hAnsi="Verdana" w:cs="Arial"/>
          <w:sz w:val="20"/>
        </w:rPr>
        <w:t>al gruppo operativo di progetto;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105D50" w:rsidRPr="00105D50" w:rsidRDefault="00105D50" w:rsidP="00105D50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CB1432" w:rsidRPr="00437136" w:rsidRDefault="00360A7F" w:rsidP="007728CB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sectPr w:rsidR="00CB1432" w:rsidRPr="00437136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00A" w:rsidRDefault="0084700A" w:rsidP="00CB1432">
      <w:r>
        <w:separator/>
      </w:r>
    </w:p>
  </w:endnote>
  <w:endnote w:type="continuationSeparator" w:id="0">
    <w:p w:rsidR="0084700A" w:rsidRDefault="0084700A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00A" w:rsidRDefault="0084700A" w:rsidP="00CB1432">
      <w:r>
        <w:separator/>
      </w:r>
    </w:p>
  </w:footnote>
  <w:footnote w:type="continuationSeparator" w:id="0">
    <w:p w:rsidR="0084700A" w:rsidRDefault="0084700A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765E3B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>ione.it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11F1B"/>
    <w:rsid w:val="00043442"/>
    <w:rsid w:val="00045F67"/>
    <w:rsid w:val="00046CCA"/>
    <w:rsid w:val="000638CC"/>
    <w:rsid w:val="000715A5"/>
    <w:rsid w:val="000F1790"/>
    <w:rsid w:val="000F2C0C"/>
    <w:rsid w:val="000F7BA7"/>
    <w:rsid w:val="00103E0C"/>
    <w:rsid w:val="00105D50"/>
    <w:rsid w:val="00115CDD"/>
    <w:rsid w:val="00134E2C"/>
    <w:rsid w:val="001450DD"/>
    <w:rsid w:val="00147B64"/>
    <w:rsid w:val="0015251D"/>
    <w:rsid w:val="00161674"/>
    <w:rsid w:val="00166EF3"/>
    <w:rsid w:val="00174A64"/>
    <w:rsid w:val="001861F4"/>
    <w:rsid w:val="00187A7C"/>
    <w:rsid w:val="001A6112"/>
    <w:rsid w:val="001A635A"/>
    <w:rsid w:val="001C3A22"/>
    <w:rsid w:val="001E5FBA"/>
    <w:rsid w:val="002055C9"/>
    <w:rsid w:val="00210281"/>
    <w:rsid w:val="00221683"/>
    <w:rsid w:val="002312A5"/>
    <w:rsid w:val="00256C9A"/>
    <w:rsid w:val="00266FEB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94F28"/>
    <w:rsid w:val="003A2E5C"/>
    <w:rsid w:val="003B66C1"/>
    <w:rsid w:val="003C4E46"/>
    <w:rsid w:val="003C53E0"/>
    <w:rsid w:val="003C5DC1"/>
    <w:rsid w:val="003E3710"/>
    <w:rsid w:val="00405E08"/>
    <w:rsid w:val="004249C0"/>
    <w:rsid w:val="00437136"/>
    <w:rsid w:val="0044635C"/>
    <w:rsid w:val="00457AD1"/>
    <w:rsid w:val="0047299A"/>
    <w:rsid w:val="00477955"/>
    <w:rsid w:val="00487132"/>
    <w:rsid w:val="004C30C4"/>
    <w:rsid w:val="004E74D6"/>
    <w:rsid w:val="0050055E"/>
    <w:rsid w:val="00513F78"/>
    <w:rsid w:val="00531131"/>
    <w:rsid w:val="005530FB"/>
    <w:rsid w:val="00555F5E"/>
    <w:rsid w:val="005668F5"/>
    <w:rsid w:val="005733B7"/>
    <w:rsid w:val="00592369"/>
    <w:rsid w:val="00596E9B"/>
    <w:rsid w:val="005C4335"/>
    <w:rsid w:val="005D43A0"/>
    <w:rsid w:val="00617667"/>
    <w:rsid w:val="0063506F"/>
    <w:rsid w:val="006446E0"/>
    <w:rsid w:val="00665E87"/>
    <w:rsid w:val="00690AA1"/>
    <w:rsid w:val="006A0AFD"/>
    <w:rsid w:val="006C3E6A"/>
    <w:rsid w:val="006D1C71"/>
    <w:rsid w:val="006E274E"/>
    <w:rsid w:val="0070028B"/>
    <w:rsid w:val="0070186B"/>
    <w:rsid w:val="00722605"/>
    <w:rsid w:val="007228FF"/>
    <w:rsid w:val="00722E12"/>
    <w:rsid w:val="007479E9"/>
    <w:rsid w:val="00765E3B"/>
    <w:rsid w:val="007669CE"/>
    <w:rsid w:val="007728CB"/>
    <w:rsid w:val="007E32C9"/>
    <w:rsid w:val="0084700A"/>
    <w:rsid w:val="008509B2"/>
    <w:rsid w:val="008545E8"/>
    <w:rsid w:val="00892926"/>
    <w:rsid w:val="008A1CFE"/>
    <w:rsid w:val="008C6679"/>
    <w:rsid w:val="009508E5"/>
    <w:rsid w:val="009527BC"/>
    <w:rsid w:val="00985B81"/>
    <w:rsid w:val="009B035A"/>
    <w:rsid w:val="009D3000"/>
    <w:rsid w:val="009D35B9"/>
    <w:rsid w:val="00A00080"/>
    <w:rsid w:val="00A2170C"/>
    <w:rsid w:val="00A2544C"/>
    <w:rsid w:val="00A35894"/>
    <w:rsid w:val="00A41316"/>
    <w:rsid w:val="00A54E26"/>
    <w:rsid w:val="00A614EA"/>
    <w:rsid w:val="00A71099"/>
    <w:rsid w:val="00AD4C43"/>
    <w:rsid w:val="00B02B2D"/>
    <w:rsid w:val="00B11397"/>
    <w:rsid w:val="00B13FD4"/>
    <w:rsid w:val="00B4737C"/>
    <w:rsid w:val="00B64A61"/>
    <w:rsid w:val="00B67D7F"/>
    <w:rsid w:val="00B82CC0"/>
    <w:rsid w:val="00B934A6"/>
    <w:rsid w:val="00BA08FF"/>
    <w:rsid w:val="00BA6143"/>
    <w:rsid w:val="00BB2E68"/>
    <w:rsid w:val="00BD0018"/>
    <w:rsid w:val="00C1026D"/>
    <w:rsid w:val="00C37C70"/>
    <w:rsid w:val="00C64DF3"/>
    <w:rsid w:val="00C702BE"/>
    <w:rsid w:val="00C72A7C"/>
    <w:rsid w:val="00C92773"/>
    <w:rsid w:val="00CA0B41"/>
    <w:rsid w:val="00CB1432"/>
    <w:rsid w:val="00CD76C9"/>
    <w:rsid w:val="00CE439D"/>
    <w:rsid w:val="00D13543"/>
    <w:rsid w:val="00D24C75"/>
    <w:rsid w:val="00D33689"/>
    <w:rsid w:val="00D37B04"/>
    <w:rsid w:val="00D54757"/>
    <w:rsid w:val="00D60216"/>
    <w:rsid w:val="00D718B8"/>
    <w:rsid w:val="00D80B9C"/>
    <w:rsid w:val="00D94270"/>
    <w:rsid w:val="00DE425A"/>
    <w:rsid w:val="00DE62D3"/>
    <w:rsid w:val="00DF5346"/>
    <w:rsid w:val="00E12924"/>
    <w:rsid w:val="00E1745D"/>
    <w:rsid w:val="00E45008"/>
    <w:rsid w:val="00E66FC8"/>
    <w:rsid w:val="00E80A8B"/>
    <w:rsid w:val="00E94CBB"/>
    <w:rsid w:val="00EA001E"/>
    <w:rsid w:val="00EB4743"/>
    <w:rsid w:val="00ED7329"/>
    <w:rsid w:val="00EE4643"/>
    <w:rsid w:val="00EF081F"/>
    <w:rsid w:val="00F170CB"/>
    <w:rsid w:val="00F206A7"/>
    <w:rsid w:val="00F26080"/>
    <w:rsid w:val="00F50EA7"/>
    <w:rsid w:val="00F83D18"/>
    <w:rsid w:val="00FC4C0C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B64E3-A55D-4F45-9050-13BE37E9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2019-03-01T11:05:00Z</cp:lastPrinted>
  <dcterms:created xsi:type="dcterms:W3CDTF">2021-04-14T10:51:00Z</dcterms:created>
  <dcterms:modified xsi:type="dcterms:W3CDTF">2022-06-17T07:09:00Z</dcterms:modified>
</cp:coreProperties>
</file>