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45" w:rsidRPr="00AF7845" w:rsidRDefault="00AF7845" w:rsidP="00360A7F">
      <w:pPr>
        <w:pStyle w:val="Corpotesto"/>
        <w:ind w:left="5245"/>
        <w:rPr>
          <w:rFonts w:ascii="Verdana" w:hAnsi="Verdana" w:cs="Arial"/>
          <w:b/>
          <w:sz w:val="18"/>
          <w:szCs w:val="18"/>
        </w:rPr>
      </w:pPr>
      <w:r w:rsidRPr="00AF7845">
        <w:rPr>
          <w:rFonts w:ascii="Verdana" w:hAnsi="Verdana" w:cs="Arial"/>
          <w:b/>
          <w:sz w:val="18"/>
          <w:szCs w:val="18"/>
        </w:rPr>
        <w:t>ALLEGATO B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Al</w:t>
      </w:r>
      <w:r w:rsidR="005B596A">
        <w:rPr>
          <w:rFonts w:ascii="Verdana" w:hAnsi="Verdana" w:cs="Arial"/>
          <w:sz w:val="18"/>
          <w:szCs w:val="18"/>
        </w:rPr>
        <w:t>la Dirigente Scolastica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Istituto Comprensivo “Giordani - De Sanctis”</w:t>
      </w:r>
    </w:p>
    <w:p w:rsidR="00360A7F" w:rsidRPr="00646AD7" w:rsidRDefault="00360A7F" w:rsidP="00360A7F">
      <w:pPr>
        <w:pStyle w:val="Corpotesto"/>
        <w:ind w:left="5245"/>
        <w:rPr>
          <w:rFonts w:ascii="Verdana" w:hAnsi="Verdana" w:cs="Arial"/>
          <w:sz w:val="18"/>
          <w:szCs w:val="18"/>
          <w:u w:val="single"/>
        </w:rPr>
      </w:pPr>
      <w:r w:rsidRPr="00646AD7">
        <w:rPr>
          <w:rFonts w:ascii="Verdana" w:hAnsi="Verdana" w:cs="Arial"/>
          <w:sz w:val="18"/>
          <w:szCs w:val="18"/>
        </w:rPr>
        <w:t>MANFREDONIA</w:t>
      </w:r>
    </w:p>
    <w:p w:rsidR="00C219E1" w:rsidRPr="00AF7845" w:rsidRDefault="00C219E1" w:rsidP="00437136">
      <w:pPr>
        <w:tabs>
          <w:tab w:val="right" w:leader="dot" w:pos="9639"/>
        </w:tabs>
        <w:jc w:val="both"/>
        <w:rPr>
          <w:rFonts w:ascii="Verdana" w:hAnsi="Verdana" w:cs="Arial"/>
          <w:sz w:val="16"/>
          <w:szCs w:val="16"/>
        </w:rPr>
      </w:pPr>
    </w:p>
    <w:p w:rsidR="00360A7F" w:rsidRPr="00646AD7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 xml:space="preserve">Il/La sottoscritto/a </w:t>
      </w:r>
      <w:r w:rsidRPr="00646AD7">
        <w:rPr>
          <w:rFonts w:ascii="Verdana" w:hAnsi="Verdana" w:cs="Arial"/>
          <w:sz w:val="18"/>
          <w:szCs w:val="18"/>
        </w:rPr>
        <w:tab/>
      </w:r>
    </w:p>
    <w:p w:rsidR="00360A7F" w:rsidRPr="00646AD7" w:rsidRDefault="00360A7F" w:rsidP="00437136">
      <w:pPr>
        <w:tabs>
          <w:tab w:val="right" w:leader="dot" w:pos="9639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nato/a il ………………………… a ……………………………………………………</w:t>
      </w:r>
      <w:r w:rsidR="00437136" w:rsidRPr="00646AD7">
        <w:rPr>
          <w:rFonts w:ascii="Verdana" w:hAnsi="Verdana" w:cs="Arial"/>
          <w:sz w:val="18"/>
          <w:szCs w:val="18"/>
        </w:rPr>
        <w:t>...</w:t>
      </w:r>
      <w:r w:rsidR="00437136" w:rsidRPr="00646AD7">
        <w:rPr>
          <w:rFonts w:ascii="Verdana" w:hAnsi="Verdana" w:cs="Arial"/>
          <w:sz w:val="18"/>
          <w:szCs w:val="18"/>
        </w:rPr>
        <w:tab/>
        <w:t>....................</w:t>
      </w:r>
      <w:r w:rsidR="00646AD7">
        <w:rPr>
          <w:rFonts w:ascii="Verdana" w:hAnsi="Verdana" w:cs="Arial"/>
          <w:sz w:val="18"/>
          <w:szCs w:val="18"/>
        </w:rPr>
        <w:t>.....</w:t>
      </w:r>
      <w:r w:rsidRPr="00646AD7">
        <w:rPr>
          <w:rFonts w:ascii="Verdana" w:hAnsi="Verdana" w:cs="Arial"/>
          <w:sz w:val="18"/>
          <w:szCs w:val="18"/>
        </w:rPr>
        <w:t>(</w:t>
      </w:r>
      <w:proofErr w:type="spellStart"/>
      <w:r w:rsidRPr="00646AD7">
        <w:rPr>
          <w:rFonts w:ascii="Verdana" w:hAnsi="Verdana" w:cs="Arial"/>
          <w:sz w:val="18"/>
          <w:szCs w:val="18"/>
        </w:rPr>
        <w:t>Prov</w:t>
      </w:r>
      <w:proofErr w:type="spellEnd"/>
      <w:r w:rsidRPr="00646AD7">
        <w:rPr>
          <w:rFonts w:ascii="Verdana" w:hAnsi="Verdana" w:cs="Arial"/>
          <w:sz w:val="18"/>
          <w:szCs w:val="18"/>
        </w:rPr>
        <w:t>. di ………….)</w:t>
      </w: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RPr="00646AD7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Pr="00646AD7" w:rsidRDefault="00360A7F" w:rsidP="00437136">
            <w:pPr>
              <w:ind w:left="142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46AD7">
              <w:rPr>
                <w:rFonts w:ascii="Verdana" w:hAnsi="Verdana" w:cs="Arial"/>
                <w:sz w:val="18"/>
                <w:szCs w:val="18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Pr="00646AD7" w:rsidRDefault="00360A7F" w:rsidP="0043713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residente nel comune di ………………….…………………………</w:t>
      </w:r>
      <w:r w:rsidR="00437136" w:rsidRPr="00646AD7">
        <w:rPr>
          <w:rFonts w:ascii="Verdana" w:hAnsi="Verdana" w:cs="Arial"/>
          <w:sz w:val="18"/>
          <w:szCs w:val="18"/>
        </w:rPr>
        <w:t>..........</w:t>
      </w:r>
      <w:r w:rsidR="00646AD7">
        <w:rPr>
          <w:rFonts w:ascii="Verdana" w:hAnsi="Verdana" w:cs="Arial"/>
          <w:sz w:val="18"/>
          <w:szCs w:val="18"/>
        </w:rPr>
        <w:t>............</w:t>
      </w:r>
      <w:r w:rsidRPr="00646AD7">
        <w:rPr>
          <w:rFonts w:ascii="Verdana" w:hAnsi="Verdana" w:cs="Arial"/>
          <w:sz w:val="18"/>
          <w:szCs w:val="18"/>
        </w:rPr>
        <w:t xml:space="preserve"> (</w:t>
      </w:r>
      <w:proofErr w:type="spellStart"/>
      <w:r w:rsidRPr="00646AD7">
        <w:rPr>
          <w:rFonts w:ascii="Verdana" w:hAnsi="Verdana" w:cs="Arial"/>
          <w:sz w:val="18"/>
          <w:szCs w:val="18"/>
        </w:rPr>
        <w:t>Prov</w:t>
      </w:r>
      <w:proofErr w:type="spellEnd"/>
      <w:r w:rsidRPr="00646AD7">
        <w:rPr>
          <w:rFonts w:ascii="Verdana" w:hAnsi="Verdana" w:cs="Arial"/>
          <w:sz w:val="18"/>
          <w:szCs w:val="18"/>
        </w:rPr>
        <w:t xml:space="preserve">. di ……….) </w:t>
      </w:r>
      <w:proofErr w:type="spellStart"/>
      <w:r w:rsidRPr="00646AD7">
        <w:rPr>
          <w:rFonts w:ascii="Verdana" w:hAnsi="Verdana" w:cs="Arial"/>
          <w:sz w:val="18"/>
          <w:szCs w:val="18"/>
        </w:rPr>
        <w:t>c.a.p.</w:t>
      </w:r>
      <w:proofErr w:type="spellEnd"/>
      <w:r w:rsidR="00437136" w:rsidRPr="00646AD7">
        <w:rPr>
          <w:rFonts w:ascii="Verdana" w:hAnsi="Verdana" w:cs="Arial"/>
          <w:sz w:val="18"/>
          <w:szCs w:val="18"/>
        </w:rPr>
        <w:t xml:space="preserve"> .</w:t>
      </w:r>
      <w:r w:rsidRPr="00646AD7">
        <w:rPr>
          <w:rFonts w:ascii="Verdana" w:hAnsi="Verdana" w:cs="Arial"/>
          <w:sz w:val="18"/>
          <w:szCs w:val="18"/>
        </w:rPr>
        <w:t>.</w:t>
      </w:r>
      <w:r w:rsidR="00E3227E">
        <w:rPr>
          <w:rFonts w:ascii="Verdana" w:hAnsi="Verdana" w:cs="Arial"/>
          <w:sz w:val="18"/>
          <w:szCs w:val="18"/>
        </w:rPr>
        <w:t>.....</w:t>
      </w:r>
      <w:r w:rsidR="00646AD7">
        <w:rPr>
          <w:rFonts w:ascii="Verdana" w:hAnsi="Verdana" w:cs="Arial"/>
          <w:sz w:val="18"/>
          <w:szCs w:val="18"/>
        </w:rPr>
        <w:t>...........</w:t>
      </w: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Via/Piazza ………………………………………….……….</w:t>
      </w:r>
      <w:r w:rsidR="00437136" w:rsidRPr="00646AD7">
        <w:rPr>
          <w:rFonts w:ascii="Verdana" w:hAnsi="Verdana" w:cs="Arial"/>
          <w:sz w:val="18"/>
          <w:szCs w:val="18"/>
        </w:rPr>
        <w:t>......</w:t>
      </w:r>
      <w:r w:rsidRPr="00646AD7">
        <w:rPr>
          <w:rFonts w:ascii="Verdana" w:hAnsi="Verdana" w:cs="Arial"/>
          <w:sz w:val="18"/>
          <w:szCs w:val="18"/>
        </w:rPr>
        <w:t xml:space="preserve"> n. …….… </w:t>
      </w: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</w:p>
    <w:p w:rsidR="00360A7F" w:rsidRPr="00646AD7" w:rsidRDefault="00360A7F" w:rsidP="00437136">
      <w:pPr>
        <w:tabs>
          <w:tab w:val="right" w:leader="dot" w:pos="4820"/>
        </w:tabs>
        <w:jc w:val="both"/>
        <w:rPr>
          <w:rFonts w:ascii="Verdana" w:hAnsi="Verdana" w:cs="Arial"/>
          <w:sz w:val="18"/>
          <w:szCs w:val="18"/>
        </w:rPr>
      </w:pPr>
      <w:r w:rsidRPr="00646AD7">
        <w:rPr>
          <w:rFonts w:ascii="Verdana" w:hAnsi="Verdana" w:cs="Arial"/>
          <w:sz w:val="18"/>
          <w:szCs w:val="18"/>
        </w:rPr>
        <w:t>telefono ……….………….. cellulare ……………………</w:t>
      </w:r>
      <w:r w:rsidR="00646AD7">
        <w:rPr>
          <w:rFonts w:ascii="Verdana" w:hAnsi="Verdana" w:cs="Arial"/>
          <w:sz w:val="18"/>
          <w:szCs w:val="18"/>
        </w:rPr>
        <w:t>......</w:t>
      </w:r>
      <w:r w:rsidRPr="00646AD7">
        <w:rPr>
          <w:rFonts w:ascii="Verdana" w:hAnsi="Verdana" w:cs="Arial"/>
          <w:sz w:val="18"/>
          <w:szCs w:val="18"/>
        </w:rPr>
        <w:t>. indirizzo e-mail ……………………...……….</w:t>
      </w:r>
      <w:r w:rsidR="00437136" w:rsidRPr="00646AD7">
        <w:rPr>
          <w:rFonts w:ascii="Verdana" w:hAnsi="Verdana" w:cs="Arial"/>
          <w:sz w:val="18"/>
          <w:szCs w:val="18"/>
        </w:rPr>
        <w:t>..............</w:t>
      </w:r>
      <w:r w:rsidR="00646AD7">
        <w:rPr>
          <w:rFonts w:ascii="Verdana" w:hAnsi="Verdana" w:cs="Arial"/>
          <w:sz w:val="18"/>
          <w:szCs w:val="18"/>
        </w:rPr>
        <w:t>............</w:t>
      </w:r>
    </w:p>
    <w:p w:rsidR="00360A7F" w:rsidRPr="00646AD7" w:rsidRDefault="00360A7F" w:rsidP="00437136">
      <w:pPr>
        <w:jc w:val="both"/>
        <w:rPr>
          <w:rFonts w:ascii="Verdana" w:hAnsi="Verdana" w:cs="Arial"/>
          <w:sz w:val="18"/>
          <w:szCs w:val="18"/>
        </w:rPr>
      </w:pPr>
    </w:p>
    <w:p w:rsidR="009464ED" w:rsidRDefault="009464ED" w:rsidP="009464ED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>
        <w:rPr>
          <w:rFonts w:ascii="Verdana" w:hAnsi="Verdana"/>
          <w:color w:val="000000" w:themeColor="text1"/>
          <w:spacing w:val="-3"/>
          <w:sz w:val="20"/>
        </w:rPr>
        <w:t>26502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>
        <w:rPr>
          <w:rFonts w:ascii="Verdana" w:hAnsi="Verdana"/>
          <w:color w:val="000000" w:themeColor="text1"/>
          <w:spacing w:val="-3"/>
          <w:sz w:val="20"/>
        </w:rPr>
        <w:t>06/08/201921</w:t>
      </w:r>
    </w:p>
    <w:p w:rsidR="00F47A6B" w:rsidRDefault="00F47A6B" w:rsidP="00D05C86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bookmarkStart w:id="0" w:name="_GoBack"/>
      <w:bookmarkEnd w:id="0"/>
    </w:p>
    <w:p w:rsidR="00360A7F" w:rsidRPr="00646AD7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646AD7">
        <w:rPr>
          <w:rFonts w:ascii="Verdana" w:hAnsi="Verdana" w:cs="Arial"/>
          <w:b/>
          <w:color w:val="000000"/>
          <w:sz w:val="18"/>
          <w:szCs w:val="18"/>
        </w:rPr>
        <w:t>C H I E D E</w:t>
      </w:r>
    </w:p>
    <w:p w:rsidR="009464ED" w:rsidRPr="00BC637B" w:rsidRDefault="00360A7F" w:rsidP="009464ED">
      <w:pPr>
        <w:autoSpaceDE w:val="0"/>
        <w:autoSpaceDN w:val="0"/>
        <w:adjustRightInd w:val="0"/>
        <w:jc w:val="both"/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</w:pPr>
      <w:r w:rsidRPr="0002380E">
        <w:rPr>
          <w:rFonts w:ascii="Verdana" w:hAnsi="Verdana" w:cs="Arial"/>
          <w:sz w:val="20"/>
          <w:szCs w:val="18"/>
        </w:rPr>
        <w:t xml:space="preserve">di partecipare alla selezione </w:t>
      </w:r>
      <w:r w:rsidR="003B66C1" w:rsidRPr="0002380E">
        <w:rPr>
          <w:rFonts w:ascii="Verdana" w:hAnsi="Verdana" w:cs="Arial"/>
          <w:sz w:val="20"/>
          <w:szCs w:val="18"/>
        </w:rPr>
        <w:t xml:space="preserve">del personale interno </w:t>
      </w:r>
      <w:r w:rsidRPr="0002380E">
        <w:rPr>
          <w:rFonts w:ascii="Verdana" w:hAnsi="Verdana" w:cs="Arial"/>
          <w:sz w:val="20"/>
          <w:szCs w:val="18"/>
        </w:rPr>
        <w:t xml:space="preserve">di </w:t>
      </w:r>
      <w:r w:rsidR="003B66C1" w:rsidRPr="0002380E">
        <w:rPr>
          <w:rFonts w:ascii="Verdana" w:hAnsi="Verdana" w:cs="Arial"/>
          <w:b/>
          <w:sz w:val="20"/>
          <w:szCs w:val="18"/>
        </w:rPr>
        <w:t>Assistente Amministrativo</w:t>
      </w:r>
      <w:r w:rsidR="005B596A">
        <w:rPr>
          <w:rFonts w:ascii="Verdana" w:hAnsi="Verdana" w:cs="Arial"/>
          <w:sz w:val="20"/>
          <w:szCs w:val="18"/>
        </w:rPr>
        <w:t xml:space="preserve"> per il </w:t>
      </w:r>
      <w:r w:rsidR="003B66C1" w:rsidRPr="0002380E">
        <w:rPr>
          <w:rFonts w:ascii="Verdana" w:hAnsi="Verdana" w:cs="Arial"/>
          <w:sz w:val="20"/>
          <w:szCs w:val="18"/>
        </w:rPr>
        <w:t xml:space="preserve">supporto operativo progetto: </w:t>
      </w:r>
      <w:r w:rsidR="009464ED" w:rsidRPr="00BC637B">
        <w:rPr>
          <w:rFonts w:ascii="Verdana" w:hAnsi="Verdana"/>
          <w:b/>
          <w:color w:val="000000"/>
          <w:sz w:val="20"/>
          <w:szCs w:val="24"/>
        </w:rPr>
        <w:t xml:space="preserve">10.2.2A-FDRPOC-PU-2020-44 </w:t>
      </w:r>
      <w:r w:rsidR="009464ED" w:rsidRPr="00BC637B">
        <w:rPr>
          <w:rFonts w:ascii="Verdana" w:hAnsi="Verdana"/>
          <w:b/>
          <w:sz w:val="20"/>
          <w:szCs w:val="22"/>
        </w:rPr>
        <w:t>Un bambino, un insegnante, un libro...</w:t>
      </w:r>
      <w:r w:rsidR="009464ED" w:rsidRPr="00BC637B"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  <w:t xml:space="preserve"> </w:t>
      </w:r>
    </w:p>
    <w:p w:rsidR="00360A7F" w:rsidRPr="00AF7845" w:rsidRDefault="0002380E" w:rsidP="009464ED">
      <w:pPr>
        <w:tabs>
          <w:tab w:val="center" w:pos="4860"/>
        </w:tabs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</w:p>
    <w:p w:rsidR="00EB31A9" w:rsidRPr="00437136" w:rsidRDefault="00EB31A9" w:rsidP="00EB31A9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A tal fine, consapevole della responsabilità penale nel caso di dichiarazioni mendaci, dichiara sotto la propria responsabilità:</w:t>
      </w:r>
    </w:p>
    <w:p w:rsidR="00EB31A9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 far parte del personale Ata a tempo indeterminato ed in servizio presso codesta Istituzione Scolastica dall’Anno Scolastico _________;</w:t>
      </w:r>
    </w:p>
    <w:p w:rsidR="00EB31A9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dare la propria disponibilità</w:t>
      </w:r>
      <w:r w:rsidRPr="00BA6143">
        <w:rPr>
          <w:rFonts w:ascii="Verdana" w:hAnsi="Verdana" w:cs="Arial"/>
          <w:sz w:val="20"/>
        </w:rPr>
        <w:t xml:space="preserve"> per l'intera durata del progetto</w:t>
      </w:r>
      <w:r>
        <w:rPr>
          <w:rFonts w:ascii="Verdana" w:hAnsi="Verdana" w:cs="Arial"/>
          <w:sz w:val="20"/>
        </w:rPr>
        <w:t>;</w:t>
      </w:r>
      <w:r w:rsidRPr="006A0AFD">
        <w:rPr>
          <w:rFonts w:ascii="Verdana" w:hAnsi="Verdana" w:cs="Arial"/>
          <w:sz w:val="20"/>
        </w:rPr>
        <w:t xml:space="preserve"> </w:t>
      </w:r>
    </w:p>
    <w:p w:rsidR="00EB31A9" w:rsidRPr="006A0AFD" w:rsidRDefault="00EB31A9" w:rsidP="00EB31A9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ascii="Verdana" w:hAnsi="Verdana" w:cs="Arial"/>
          <w:sz w:val="20"/>
        </w:rPr>
      </w:pPr>
      <w:r w:rsidRPr="006A0AFD">
        <w:rPr>
          <w:rFonts w:ascii="Verdana" w:hAnsi="Verdana" w:cs="Arial"/>
          <w:sz w:val="20"/>
        </w:rPr>
        <w:t>di adattarsi al calendario stabilito dal gruppo operativo di progetto;</w:t>
      </w: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>Dichiara, sotto la propria responsabilità, di avere preso visione del bando e di essere a conoscenza che le dichiarazioni dei requisiti, qualità e titoli riportate nella domanda sono soggette alle disposizioni del Testo Unico in materia di documentazione amministrativa emanate con DPR 28/12/2000 n. 445.</w:t>
      </w: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left" w:pos="5103"/>
        </w:tabs>
        <w:rPr>
          <w:rFonts w:ascii="Verdana" w:hAnsi="Verdana" w:cs="Arial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EB31A9" w:rsidRPr="00437136" w:rsidRDefault="00EB31A9" w:rsidP="00EB31A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</w:p>
    <w:p w:rsidR="003D5579" w:rsidRPr="00105D50" w:rsidRDefault="003D5579" w:rsidP="003D5579">
      <w:pPr>
        <w:tabs>
          <w:tab w:val="right" w:leader="dot" w:pos="4820"/>
        </w:tabs>
        <w:jc w:val="both"/>
        <w:rPr>
          <w:rFonts w:ascii="Verdana" w:hAnsi="Verdana" w:cs="Arial"/>
          <w:sz w:val="20"/>
        </w:rPr>
      </w:pPr>
      <w:r w:rsidRPr="00105D50">
        <w:rPr>
          <w:rFonts w:ascii="Verdana" w:hAnsi="Verdana" w:cs="Arial"/>
          <w:sz w:val="20"/>
        </w:rPr>
        <w:t>Autorizza l’Amministrazione scolastica, ai sensi dell’art. 13 del Regolamento UE 679/2016, ad utilizzare i dati personali dichiarati solo per fini istituzionali e necessari per la gestione amministrativa del presente bando di selezione.</w:t>
      </w:r>
    </w:p>
    <w:p w:rsidR="003D5579" w:rsidRPr="00437136" w:rsidRDefault="003D5579" w:rsidP="003D557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right" w:leader="dot" w:pos="4820"/>
        </w:tabs>
        <w:rPr>
          <w:rFonts w:ascii="Verdana" w:hAnsi="Verdana" w:cs="Arial"/>
          <w:sz w:val="20"/>
        </w:rPr>
      </w:pPr>
    </w:p>
    <w:p w:rsidR="00EB31A9" w:rsidRPr="00437136" w:rsidRDefault="00EB31A9" w:rsidP="00EB31A9">
      <w:pPr>
        <w:tabs>
          <w:tab w:val="left" w:pos="5103"/>
        </w:tabs>
        <w:rPr>
          <w:rFonts w:ascii="Verdana" w:hAnsi="Verdana"/>
          <w:sz w:val="20"/>
        </w:rPr>
      </w:pPr>
      <w:r w:rsidRPr="00437136">
        <w:rPr>
          <w:rFonts w:ascii="Verdana" w:hAnsi="Verdana" w:cs="Arial"/>
          <w:sz w:val="20"/>
        </w:rPr>
        <w:t xml:space="preserve">DATA ____________ </w:t>
      </w:r>
      <w:r w:rsidRPr="00437136">
        <w:rPr>
          <w:rFonts w:ascii="Verdana" w:hAnsi="Verdana" w:cs="Arial"/>
          <w:sz w:val="20"/>
        </w:rPr>
        <w:tab/>
        <w:t>FIRMA ____________________________</w:t>
      </w:r>
    </w:p>
    <w:p w:rsidR="00360A7F" w:rsidRPr="00646AD7" w:rsidRDefault="00360A7F" w:rsidP="00EB31A9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</w:p>
    <w:sectPr w:rsidR="00360A7F" w:rsidRPr="00646AD7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C03" w:rsidRDefault="002F6C03" w:rsidP="00CB1432">
      <w:r>
        <w:separator/>
      </w:r>
    </w:p>
  </w:endnote>
  <w:endnote w:type="continuationSeparator" w:id="0">
    <w:p w:rsidR="002F6C03" w:rsidRDefault="002F6C03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C03" w:rsidRDefault="002F6C03" w:rsidP="00CB1432">
      <w:r>
        <w:separator/>
      </w:r>
    </w:p>
  </w:footnote>
  <w:footnote w:type="continuationSeparator" w:id="0">
    <w:p w:rsidR="002F6C03" w:rsidRDefault="002F6C03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</w:t>
          </w:r>
          <w:r w:rsidR="003A7256">
            <w:rPr>
              <w:rFonts w:ascii="Verdana" w:hAnsi="Verdana"/>
              <w:i/>
              <w:spacing w:val="6"/>
              <w:sz w:val="18"/>
              <w:szCs w:val="18"/>
            </w:rPr>
            <w:t>one.it</w:t>
          </w:r>
          <w:r w:rsidR="003A7256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2380E"/>
    <w:rsid w:val="00043442"/>
    <w:rsid w:val="00045F67"/>
    <w:rsid w:val="000638CC"/>
    <w:rsid w:val="000715A5"/>
    <w:rsid w:val="000F1790"/>
    <w:rsid w:val="000F2C0C"/>
    <w:rsid w:val="000F7BA7"/>
    <w:rsid w:val="00110829"/>
    <w:rsid w:val="00115CDD"/>
    <w:rsid w:val="001450DD"/>
    <w:rsid w:val="00161674"/>
    <w:rsid w:val="00166EF3"/>
    <w:rsid w:val="00174A64"/>
    <w:rsid w:val="001861F4"/>
    <w:rsid w:val="00187A7C"/>
    <w:rsid w:val="00197243"/>
    <w:rsid w:val="001A6112"/>
    <w:rsid w:val="001C3A22"/>
    <w:rsid w:val="001D66BB"/>
    <w:rsid w:val="001E5FBA"/>
    <w:rsid w:val="001F40F2"/>
    <w:rsid w:val="002055C9"/>
    <w:rsid w:val="00210281"/>
    <w:rsid w:val="00221683"/>
    <w:rsid w:val="002311BD"/>
    <w:rsid w:val="002312A5"/>
    <w:rsid w:val="00245CAB"/>
    <w:rsid w:val="0024680A"/>
    <w:rsid w:val="00256C9A"/>
    <w:rsid w:val="002A3DFD"/>
    <w:rsid w:val="002D08B9"/>
    <w:rsid w:val="002D1B4C"/>
    <w:rsid w:val="002E44C1"/>
    <w:rsid w:val="002F6C03"/>
    <w:rsid w:val="00323DFD"/>
    <w:rsid w:val="0032472C"/>
    <w:rsid w:val="003278E6"/>
    <w:rsid w:val="003575B0"/>
    <w:rsid w:val="00360A7F"/>
    <w:rsid w:val="003A2E5C"/>
    <w:rsid w:val="003A7256"/>
    <w:rsid w:val="003B66C1"/>
    <w:rsid w:val="003C4E46"/>
    <w:rsid w:val="003C5DC1"/>
    <w:rsid w:val="003D5579"/>
    <w:rsid w:val="00405E08"/>
    <w:rsid w:val="004249C0"/>
    <w:rsid w:val="00424AB5"/>
    <w:rsid w:val="00437136"/>
    <w:rsid w:val="00457AD1"/>
    <w:rsid w:val="0047299A"/>
    <w:rsid w:val="00477955"/>
    <w:rsid w:val="00487132"/>
    <w:rsid w:val="00493217"/>
    <w:rsid w:val="004B000B"/>
    <w:rsid w:val="004C30C4"/>
    <w:rsid w:val="004E74D6"/>
    <w:rsid w:val="004F5F4E"/>
    <w:rsid w:val="00513F78"/>
    <w:rsid w:val="0052733D"/>
    <w:rsid w:val="00531131"/>
    <w:rsid w:val="00534034"/>
    <w:rsid w:val="005530FB"/>
    <w:rsid w:val="00555F5E"/>
    <w:rsid w:val="005668F5"/>
    <w:rsid w:val="0056719E"/>
    <w:rsid w:val="00596E9B"/>
    <w:rsid w:val="005B596A"/>
    <w:rsid w:val="005C4335"/>
    <w:rsid w:val="005D43A0"/>
    <w:rsid w:val="0061412C"/>
    <w:rsid w:val="006446E0"/>
    <w:rsid w:val="00646AD7"/>
    <w:rsid w:val="00662E0E"/>
    <w:rsid w:val="00672415"/>
    <w:rsid w:val="00690AA1"/>
    <w:rsid w:val="006C3E6A"/>
    <w:rsid w:val="006E274E"/>
    <w:rsid w:val="0070028B"/>
    <w:rsid w:val="0070186B"/>
    <w:rsid w:val="007228FF"/>
    <w:rsid w:val="00722E12"/>
    <w:rsid w:val="00746E69"/>
    <w:rsid w:val="007479E9"/>
    <w:rsid w:val="007669CE"/>
    <w:rsid w:val="007B05DA"/>
    <w:rsid w:val="007E24FA"/>
    <w:rsid w:val="007E32C9"/>
    <w:rsid w:val="007E3B5D"/>
    <w:rsid w:val="00835846"/>
    <w:rsid w:val="008509B2"/>
    <w:rsid w:val="008545E8"/>
    <w:rsid w:val="00892926"/>
    <w:rsid w:val="0089589D"/>
    <w:rsid w:val="008A1CFE"/>
    <w:rsid w:val="009464ED"/>
    <w:rsid w:val="009508E5"/>
    <w:rsid w:val="009527BC"/>
    <w:rsid w:val="009A66C2"/>
    <w:rsid w:val="009D3000"/>
    <w:rsid w:val="009D35B9"/>
    <w:rsid w:val="00A00080"/>
    <w:rsid w:val="00A34C35"/>
    <w:rsid w:val="00A41316"/>
    <w:rsid w:val="00A614EA"/>
    <w:rsid w:val="00A71099"/>
    <w:rsid w:val="00AD4C43"/>
    <w:rsid w:val="00AF7845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BD6F77"/>
    <w:rsid w:val="00BF1C74"/>
    <w:rsid w:val="00C1026D"/>
    <w:rsid w:val="00C219E1"/>
    <w:rsid w:val="00C25DC7"/>
    <w:rsid w:val="00C37D7B"/>
    <w:rsid w:val="00C56F95"/>
    <w:rsid w:val="00C6300F"/>
    <w:rsid w:val="00C64DF3"/>
    <w:rsid w:val="00C702BE"/>
    <w:rsid w:val="00C72A7C"/>
    <w:rsid w:val="00C92773"/>
    <w:rsid w:val="00CA0B41"/>
    <w:rsid w:val="00CB1432"/>
    <w:rsid w:val="00CD3443"/>
    <w:rsid w:val="00CE439D"/>
    <w:rsid w:val="00D05C86"/>
    <w:rsid w:val="00D13543"/>
    <w:rsid w:val="00D33689"/>
    <w:rsid w:val="00D37B04"/>
    <w:rsid w:val="00D54757"/>
    <w:rsid w:val="00D60216"/>
    <w:rsid w:val="00D718B8"/>
    <w:rsid w:val="00D80B9C"/>
    <w:rsid w:val="00D93F5B"/>
    <w:rsid w:val="00D94270"/>
    <w:rsid w:val="00DB457C"/>
    <w:rsid w:val="00DE425A"/>
    <w:rsid w:val="00DF5346"/>
    <w:rsid w:val="00E3227E"/>
    <w:rsid w:val="00E4059F"/>
    <w:rsid w:val="00E45008"/>
    <w:rsid w:val="00E80A8B"/>
    <w:rsid w:val="00EA001E"/>
    <w:rsid w:val="00EB31A9"/>
    <w:rsid w:val="00EB570A"/>
    <w:rsid w:val="00EE4643"/>
    <w:rsid w:val="00EF081F"/>
    <w:rsid w:val="00F0218C"/>
    <w:rsid w:val="00F170CB"/>
    <w:rsid w:val="00F26080"/>
    <w:rsid w:val="00F47A6B"/>
    <w:rsid w:val="00F50EA7"/>
    <w:rsid w:val="00F64984"/>
    <w:rsid w:val="00F83D18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34245-F091-4FCA-8B39-023C5FD5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6</cp:revision>
  <cp:lastPrinted>2018-02-22T09:20:00Z</cp:lastPrinted>
  <dcterms:created xsi:type="dcterms:W3CDTF">2021-04-14T10:53:00Z</dcterms:created>
  <dcterms:modified xsi:type="dcterms:W3CDTF">2022-03-17T10:19:00Z</dcterms:modified>
</cp:coreProperties>
</file>